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02BB" w14:textId="77777777" w:rsidR="00854DDC" w:rsidRPr="00EC501F" w:rsidRDefault="00854DDC" w:rsidP="007174A0">
      <w:pPr>
        <w:spacing w:line="276" w:lineRule="auto"/>
        <w:jc w:val="both"/>
        <w:rPr>
          <w:rFonts w:asciiTheme="minorHAnsi" w:hAnsiTheme="minorHAnsi" w:cstheme="minorHAnsi"/>
          <w:lang w:val="es-ES"/>
        </w:rPr>
      </w:pPr>
      <w:r w:rsidRPr="00EC501F">
        <w:rPr>
          <w:rFonts w:asciiTheme="minorHAnsi" w:hAnsiTheme="minorHAnsi" w:cstheme="minorHAnsi"/>
          <w:lang w:val="es-ES"/>
        </w:rPr>
        <w:t>PARA PUBLICACIÓN INMEDIATA</w:t>
      </w:r>
    </w:p>
    <w:p w14:paraId="7B894105" w14:textId="19B0164B" w:rsidR="005F62B8" w:rsidRPr="00EC501F" w:rsidRDefault="009623FE" w:rsidP="007174A0">
      <w:pPr>
        <w:spacing w:line="276" w:lineRule="auto"/>
        <w:jc w:val="both"/>
        <w:rPr>
          <w:rFonts w:asciiTheme="minorHAnsi" w:hAnsiTheme="minorHAnsi" w:cstheme="minorHAnsi"/>
          <w:lang w:val="es-ES"/>
        </w:rPr>
      </w:pPr>
      <w:r w:rsidRPr="00EC501F">
        <w:rPr>
          <w:rFonts w:asciiTheme="minorHAnsi" w:hAnsiTheme="minorHAnsi" w:cstheme="minorHAnsi"/>
          <w:lang w:val="es-ES"/>
        </w:rPr>
        <w:t>Fecha</w:t>
      </w:r>
      <w:r w:rsidR="005F62B8" w:rsidRPr="00EC501F">
        <w:rPr>
          <w:rFonts w:asciiTheme="minorHAnsi" w:hAnsiTheme="minorHAnsi" w:cstheme="minorHAnsi"/>
          <w:lang w:val="es-ES"/>
        </w:rPr>
        <w:t xml:space="preserve">: </w:t>
      </w:r>
      <w:r w:rsidR="0085564A" w:rsidRPr="00EC501F">
        <w:rPr>
          <w:rFonts w:asciiTheme="minorHAnsi" w:hAnsiTheme="minorHAnsi" w:cstheme="minorHAnsi"/>
          <w:lang w:val="es-ES"/>
        </w:rPr>
        <w:t>30</w:t>
      </w:r>
      <w:r w:rsidR="00012CA9" w:rsidRPr="00EC501F">
        <w:rPr>
          <w:rFonts w:asciiTheme="minorHAnsi" w:hAnsiTheme="minorHAnsi" w:cstheme="minorHAnsi"/>
          <w:lang w:val="es-ES"/>
        </w:rPr>
        <w:t xml:space="preserve"> </w:t>
      </w:r>
      <w:proofErr w:type="gramStart"/>
      <w:r w:rsidRPr="00EC501F">
        <w:rPr>
          <w:rFonts w:asciiTheme="minorHAnsi" w:hAnsiTheme="minorHAnsi" w:cstheme="minorHAnsi"/>
          <w:lang w:val="es-ES"/>
        </w:rPr>
        <w:t>Septiembre</w:t>
      </w:r>
      <w:proofErr w:type="gramEnd"/>
      <w:r w:rsidR="00012CA9" w:rsidRPr="00EC501F">
        <w:rPr>
          <w:rFonts w:asciiTheme="minorHAnsi" w:hAnsiTheme="minorHAnsi" w:cstheme="minorHAnsi"/>
          <w:lang w:val="es-ES"/>
        </w:rPr>
        <w:t xml:space="preserve"> 2022</w:t>
      </w:r>
    </w:p>
    <w:p w14:paraId="0DB92E8B" w14:textId="77777777" w:rsidR="00D842F2" w:rsidRPr="00EC501F" w:rsidRDefault="00D842F2" w:rsidP="007174A0">
      <w:pPr>
        <w:spacing w:line="276" w:lineRule="auto"/>
        <w:jc w:val="both"/>
        <w:rPr>
          <w:rFonts w:asciiTheme="minorHAnsi" w:hAnsiTheme="minorHAnsi" w:cstheme="minorHAnsi"/>
          <w:lang w:val="es-ES"/>
        </w:rPr>
      </w:pPr>
    </w:p>
    <w:p w14:paraId="61F89674" w14:textId="163BC31F" w:rsidR="00D842F2" w:rsidRPr="00104CF1" w:rsidRDefault="00F4546A" w:rsidP="00E07E57">
      <w:pPr>
        <w:spacing w:line="276" w:lineRule="auto"/>
        <w:jc w:val="right"/>
        <w:rPr>
          <w:rFonts w:asciiTheme="minorHAnsi" w:hAnsiTheme="minorHAnsi" w:cstheme="minorHAnsi"/>
          <w:lang w:val="en-GB"/>
        </w:rPr>
      </w:pPr>
      <w:r w:rsidRPr="00104CF1">
        <w:rPr>
          <w:rFonts w:asciiTheme="minorHAnsi" w:hAnsiTheme="minorHAnsi" w:cstheme="minorHAnsi"/>
          <w:noProof/>
          <w:lang w:val="en-GB"/>
        </w:rPr>
        <w:drawing>
          <wp:inline distT="0" distB="0" distL="0" distR="0" wp14:anchorId="63EBD4D0" wp14:editId="5991A1C5">
            <wp:extent cx="2235200" cy="894080"/>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46510" cy="898604"/>
                    </a:xfrm>
                    <a:prstGeom prst="rect">
                      <a:avLst/>
                    </a:prstGeom>
                  </pic:spPr>
                </pic:pic>
              </a:graphicData>
            </a:graphic>
          </wp:inline>
        </w:drawing>
      </w:r>
    </w:p>
    <w:p w14:paraId="568B42A6" w14:textId="77777777" w:rsidR="00766473" w:rsidRPr="00104CF1" w:rsidRDefault="00766473" w:rsidP="007174A0">
      <w:pPr>
        <w:spacing w:line="276" w:lineRule="auto"/>
        <w:jc w:val="both"/>
        <w:rPr>
          <w:rFonts w:asciiTheme="minorHAnsi" w:hAnsiTheme="minorHAnsi" w:cstheme="minorHAnsi"/>
          <w:lang w:val="en-GB"/>
        </w:rPr>
      </w:pPr>
    </w:p>
    <w:p w14:paraId="5CC43585" w14:textId="442E1590" w:rsidR="00767B2B" w:rsidRPr="00767B2B" w:rsidRDefault="00767B2B" w:rsidP="00536693">
      <w:pPr>
        <w:rPr>
          <w:rFonts w:asciiTheme="minorHAnsi" w:eastAsiaTheme="majorEastAsia" w:hAnsiTheme="minorHAnsi" w:cstheme="minorHAnsi"/>
          <w:b/>
          <w:bCs/>
          <w:color w:val="41A998"/>
          <w:sz w:val="32"/>
          <w:szCs w:val="32"/>
          <w:lang w:val="es-ES" w:eastAsia="en-US"/>
        </w:rPr>
      </w:pPr>
      <w:r w:rsidRPr="00767B2B">
        <w:rPr>
          <w:rFonts w:asciiTheme="minorHAnsi" w:eastAsiaTheme="majorEastAsia" w:hAnsiTheme="minorHAnsi" w:cstheme="minorHAnsi"/>
          <w:b/>
          <w:bCs/>
          <w:color w:val="41A998"/>
          <w:sz w:val="32"/>
          <w:szCs w:val="32"/>
          <w:lang w:val="es-ES" w:eastAsia="en-US"/>
        </w:rPr>
        <w:t xml:space="preserve">Resultados de la segunda convocatoria: DIGITbrain </w:t>
      </w:r>
      <w:r>
        <w:rPr>
          <w:rFonts w:asciiTheme="minorHAnsi" w:eastAsiaTheme="majorEastAsia" w:hAnsiTheme="minorHAnsi" w:cstheme="minorHAnsi"/>
          <w:b/>
          <w:bCs/>
          <w:color w:val="41A998"/>
          <w:sz w:val="32"/>
          <w:szCs w:val="32"/>
          <w:lang w:val="es-ES" w:eastAsia="en-US"/>
        </w:rPr>
        <w:t xml:space="preserve">selecciona </w:t>
      </w:r>
      <w:r w:rsidRPr="00767B2B">
        <w:rPr>
          <w:rFonts w:asciiTheme="minorHAnsi" w:eastAsiaTheme="majorEastAsia" w:hAnsiTheme="minorHAnsi" w:cstheme="minorHAnsi"/>
          <w:b/>
          <w:bCs/>
          <w:color w:val="41A998"/>
          <w:sz w:val="32"/>
          <w:szCs w:val="32"/>
          <w:lang w:val="es-ES" w:eastAsia="en-US"/>
        </w:rPr>
        <w:t>7 nuevos experimentos para implementar un gemelo digital</w:t>
      </w:r>
    </w:p>
    <w:p w14:paraId="5FD31CD5" w14:textId="77777777" w:rsidR="00884701" w:rsidRPr="00767B2B" w:rsidRDefault="00884701" w:rsidP="00536693">
      <w:pPr>
        <w:rPr>
          <w:rFonts w:asciiTheme="minorHAnsi" w:hAnsiTheme="minorHAnsi" w:cstheme="minorHAnsi"/>
          <w:lang w:val="es-ES"/>
        </w:rPr>
      </w:pPr>
    </w:p>
    <w:p w14:paraId="013F8D16" w14:textId="1206C360" w:rsidR="00883A8F" w:rsidRPr="00883A8F" w:rsidRDefault="00883A8F" w:rsidP="00883A8F">
      <w:pPr>
        <w:jc w:val="both"/>
        <w:rPr>
          <w:rFonts w:asciiTheme="minorHAnsi" w:hAnsiTheme="minorHAnsi" w:cstheme="minorHAnsi"/>
          <w:b/>
          <w:bCs/>
          <w:lang w:val="es-ES"/>
        </w:rPr>
      </w:pPr>
      <w:r w:rsidRPr="00883A8F">
        <w:rPr>
          <w:rFonts w:asciiTheme="minorHAnsi" w:hAnsiTheme="minorHAnsi" w:cstheme="minorHAnsi"/>
          <w:b/>
          <w:bCs/>
          <w:lang w:val="es-ES"/>
        </w:rPr>
        <w:t xml:space="preserve">Con 37 propuestas recibidas, la segunda convocatoria de experimentos del </w:t>
      </w:r>
      <w:r>
        <w:rPr>
          <w:rFonts w:asciiTheme="minorHAnsi" w:hAnsiTheme="minorHAnsi" w:cstheme="minorHAnsi"/>
          <w:b/>
          <w:bCs/>
          <w:lang w:val="es-ES"/>
        </w:rPr>
        <w:t>p</w:t>
      </w:r>
      <w:r w:rsidRPr="00883A8F">
        <w:rPr>
          <w:rFonts w:asciiTheme="minorHAnsi" w:hAnsiTheme="minorHAnsi" w:cstheme="minorHAnsi"/>
          <w:b/>
          <w:bCs/>
          <w:lang w:val="es-ES"/>
        </w:rPr>
        <w:t xml:space="preserve">royecto DIGITbrain </w:t>
      </w:r>
      <w:r w:rsidR="00CB62A3">
        <w:rPr>
          <w:rFonts w:asciiTheme="minorHAnsi" w:hAnsiTheme="minorHAnsi" w:cstheme="minorHAnsi"/>
          <w:b/>
          <w:bCs/>
          <w:lang w:val="es-ES"/>
        </w:rPr>
        <w:t>ha sido un</w:t>
      </w:r>
      <w:r w:rsidRPr="00883A8F">
        <w:rPr>
          <w:rFonts w:asciiTheme="minorHAnsi" w:hAnsiTheme="minorHAnsi" w:cstheme="minorHAnsi"/>
          <w:b/>
          <w:bCs/>
          <w:lang w:val="es-ES"/>
        </w:rPr>
        <w:t xml:space="preserve"> éxito aún mayor que la primera en 2021. Más de 80 organizaciones de 18 países presentaron sus solicitudes hasta la fecha de cierre, el 31 de mayo de 2022. Ahora se han seleccionado otros siete experimentos que recibirán unos 93</w:t>
      </w:r>
      <w:r w:rsidR="00CB62A3">
        <w:rPr>
          <w:rFonts w:asciiTheme="minorHAnsi" w:hAnsiTheme="minorHAnsi" w:cstheme="minorHAnsi"/>
          <w:b/>
          <w:bCs/>
          <w:lang w:val="es-ES"/>
        </w:rPr>
        <w:t>.</w:t>
      </w:r>
      <w:r w:rsidRPr="00883A8F">
        <w:rPr>
          <w:rFonts w:asciiTheme="minorHAnsi" w:hAnsiTheme="minorHAnsi" w:cstheme="minorHAnsi"/>
          <w:b/>
          <w:bCs/>
          <w:lang w:val="es-ES"/>
        </w:rPr>
        <w:t>000 euros de media para la implementación de un gemelo digital para fabricación.</w:t>
      </w:r>
    </w:p>
    <w:p w14:paraId="2F59200A" w14:textId="7A27ADDB" w:rsidR="00EC0C6D" w:rsidRPr="00883A8F" w:rsidRDefault="00EC0C6D" w:rsidP="00883A8F">
      <w:pPr>
        <w:jc w:val="both"/>
        <w:rPr>
          <w:rFonts w:asciiTheme="minorHAnsi" w:hAnsiTheme="minorHAnsi" w:cstheme="minorHAnsi"/>
          <w:b/>
          <w:bCs/>
          <w:lang w:val="es-ES"/>
        </w:rPr>
      </w:pPr>
    </w:p>
    <w:p w14:paraId="3FBF4FD8" w14:textId="6FB55574" w:rsidR="0063033C" w:rsidRDefault="00EC0C6D" w:rsidP="00EC08AA">
      <w:pPr>
        <w:jc w:val="both"/>
        <w:rPr>
          <w:rFonts w:asciiTheme="minorHAnsi" w:hAnsiTheme="minorHAnsi" w:cstheme="minorHAnsi"/>
          <w:lang w:val="es-ES"/>
        </w:rPr>
      </w:pPr>
      <w:r w:rsidRPr="00104CF1">
        <w:rPr>
          <w:rFonts w:asciiTheme="minorHAnsi" w:hAnsiTheme="minorHAnsi" w:cstheme="minorHAnsi"/>
          <w:noProof/>
          <w:color w:val="000000" w:themeColor="text1"/>
          <w:lang w:val="en-GB"/>
        </w:rPr>
        <w:drawing>
          <wp:anchor distT="0" distB="0" distL="114300" distR="114300" simplePos="0" relativeHeight="251658240" behindDoc="1" locked="0" layoutInCell="1" allowOverlap="1" wp14:anchorId="7876CDFA" wp14:editId="4368AC52">
            <wp:simplePos x="0" y="0"/>
            <wp:positionH relativeFrom="margin">
              <wp:posOffset>-25400</wp:posOffset>
            </wp:positionH>
            <wp:positionV relativeFrom="paragraph">
              <wp:posOffset>41910</wp:posOffset>
            </wp:positionV>
            <wp:extent cx="3421380" cy="2087880"/>
            <wp:effectExtent l="0" t="0" r="7620" b="7620"/>
            <wp:wrapTight wrapText="bothSides">
              <wp:wrapPolygon edited="0">
                <wp:start x="0" y="0"/>
                <wp:lineTo x="0" y="21482"/>
                <wp:lineTo x="21528" y="21482"/>
                <wp:lineTo x="2152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21380" cy="2087880"/>
                    </a:xfrm>
                    <a:prstGeom prst="rect">
                      <a:avLst/>
                    </a:prstGeom>
                  </pic:spPr>
                </pic:pic>
              </a:graphicData>
            </a:graphic>
            <wp14:sizeRelH relativeFrom="page">
              <wp14:pctWidth>0</wp14:pctWidth>
            </wp14:sizeRelH>
            <wp14:sizeRelV relativeFrom="page">
              <wp14:pctHeight>0</wp14:pctHeight>
            </wp14:sizeRelV>
          </wp:anchor>
        </w:drawing>
      </w:r>
      <w:r w:rsidR="00EC08AA" w:rsidRPr="00EC08AA">
        <w:rPr>
          <w:rFonts w:asciiTheme="minorHAnsi" w:hAnsiTheme="minorHAnsi" w:cstheme="minorHAnsi"/>
          <w:lang w:val="es-ES"/>
        </w:rPr>
        <w:t xml:space="preserve">En su periodo final, el proyecto DIGITbrain </w:t>
      </w:r>
      <w:r w:rsidR="00EC08AA">
        <w:rPr>
          <w:rFonts w:asciiTheme="minorHAnsi" w:hAnsiTheme="minorHAnsi" w:cstheme="minorHAnsi"/>
          <w:lang w:val="es-ES"/>
        </w:rPr>
        <w:t>financiará</w:t>
      </w:r>
      <w:r w:rsidR="00EC08AA" w:rsidRPr="00EC08AA">
        <w:rPr>
          <w:rFonts w:asciiTheme="minorHAnsi" w:hAnsiTheme="minorHAnsi" w:cstheme="minorHAnsi"/>
          <w:lang w:val="es-ES"/>
        </w:rPr>
        <w:t xml:space="preserve"> otros siete experimentos </w:t>
      </w:r>
      <w:r w:rsidR="00EC08AA">
        <w:rPr>
          <w:rFonts w:asciiTheme="minorHAnsi" w:hAnsiTheme="minorHAnsi" w:cstheme="minorHAnsi"/>
          <w:lang w:val="es-ES"/>
        </w:rPr>
        <w:t xml:space="preserve">para </w:t>
      </w:r>
      <w:r w:rsidR="00EC08AA" w:rsidRPr="00EC08AA">
        <w:rPr>
          <w:rFonts w:asciiTheme="minorHAnsi" w:hAnsiTheme="minorHAnsi" w:cstheme="minorHAnsi"/>
          <w:lang w:val="es-ES"/>
        </w:rPr>
        <w:t xml:space="preserve">la puesta en práctica de un caso de uso relacionado con </w:t>
      </w:r>
      <w:r w:rsidR="00D27BD4">
        <w:rPr>
          <w:rFonts w:asciiTheme="minorHAnsi" w:hAnsiTheme="minorHAnsi" w:cstheme="minorHAnsi"/>
          <w:lang w:val="es-ES"/>
        </w:rPr>
        <w:t>la tecnología de</w:t>
      </w:r>
      <w:r w:rsidR="00EC08AA" w:rsidRPr="00EC08AA">
        <w:rPr>
          <w:rFonts w:asciiTheme="minorHAnsi" w:hAnsiTheme="minorHAnsi" w:cstheme="minorHAnsi"/>
          <w:lang w:val="es-ES"/>
        </w:rPr>
        <w:t xml:space="preserve"> gemelo digital. 85 organizaciones de 18 países, de las cuales siete </w:t>
      </w:r>
      <w:r w:rsidR="00DA52D2">
        <w:rPr>
          <w:rFonts w:asciiTheme="minorHAnsi" w:hAnsiTheme="minorHAnsi" w:cstheme="minorHAnsi"/>
          <w:lang w:val="es-ES"/>
        </w:rPr>
        <w:t xml:space="preserve">estaban </w:t>
      </w:r>
      <w:r w:rsidR="00EC08AA" w:rsidRPr="00EC08AA">
        <w:rPr>
          <w:rFonts w:asciiTheme="minorHAnsi" w:hAnsiTheme="minorHAnsi" w:cstheme="minorHAnsi"/>
          <w:lang w:val="es-ES"/>
        </w:rPr>
        <w:t xml:space="preserve">lideradas por mujeres, </w:t>
      </w:r>
      <w:r w:rsidR="00F44C9C">
        <w:rPr>
          <w:rFonts w:asciiTheme="minorHAnsi" w:hAnsiTheme="minorHAnsi" w:cstheme="minorHAnsi"/>
          <w:lang w:val="es-ES"/>
        </w:rPr>
        <w:t>participaban en</w:t>
      </w:r>
      <w:r w:rsidR="00EC08AA" w:rsidRPr="00EC08AA">
        <w:rPr>
          <w:rFonts w:asciiTheme="minorHAnsi" w:hAnsiTheme="minorHAnsi" w:cstheme="minorHAnsi"/>
          <w:lang w:val="es-ES"/>
        </w:rPr>
        <w:t xml:space="preserve"> 37 propuestas que se presentaron en la segunda convocatoria de DIGITbrain. En concreto, 74 pymes, </w:t>
      </w:r>
      <w:r w:rsidR="00EC501F">
        <w:rPr>
          <w:rFonts w:asciiTheme="minorHAnsi" w:hAnsiTheme="minorHAnsi" w:cstheme="minorHAnsi"/>
          <w:lang w:val="es-ES"/>
        </w:rPr>
        <w:t>8</w:t>
      </w:r>
      <w:r w:rsidR="00EC08AA" w:rsidRPr="00EC08AA">
        <w:rPr>
          <w:rFonts w:asciiTheme="minorHAnsi" w:hAnsiTheme="minorHAnsi" w:cstheme="minorHAnsi"/>
          <w:lang w:val="es-ES"/>
        </w:rPr>
        <w:t xml:space="preserve"> empresas de mediana capitalización y </w:t>
      </w:r>
      <w:r w:rsidR="00EC501F">
        <w:rPr>
          <w:rFonts w:asciiTheme="minorHAnsi" w:hAnsiTheme="minorHAnsi" w:cstheme="minorHAnsi"/>
          <w:lang w:val="es-ES"/>
        </w:rPr>
        <w:t>3</w:t>
      </w:r>
      <w:r w:rsidR="00EC08AA" w:rsidRPr="00EC08AA">
        <w:rPr>
          <w:rFonts w:asciiTheme="minorHAnsi" w:hAnsiTheme="minorHAnsi" w:cstheme="minorHAnsi"/>
          <w:lang w:val="es-ES"/>
        </w:rPr>
        <w:t xml:space="preserve"> </w:t>
      </w:r>
      <w:r w:rsidR="00F06BFF">
        <w:rPr>
          <w:rFonts w:asciiTheme="minorHAnsi" w:hAnsiTheme="minorHAnsi" w:cstheme="minorHAnsi"/>
          <w:lang w:val="es-ES"/>
        </w:rPr>
        <w:t xml:space="preserve">Digital </w:t>
      </w:r>
      <w:proofErr w:type="spellStart"/>
      <w:r w:rsidR="00F06BFF">
        <w:rPr>
          <w:rFonts w:asciiTheme="minorHAnsi" w:hAnsiTheme="minorHAnsi" w:cstheme="minorHAnsi"/>
          <w:lang w:val="es-ES"/>
        </w:rPr>
        <w:t>Innovation</w:t>
      </w:r>
      <w:proofErr w:type="spellEnd"/>
      <w:r w:rsidR="00F06BFF">
        <w:rPr>
          <w:rFonts w:asciiTheme="minorHAnsi" w:hAnsiTheme="minorHAnsi" w:cstheme="minorHAnsi"/>
          <w:lang w:val="es-ES"/>
        </w:rPr>
        <w:t xml:space="preserve"> </w:t>
      </w:r>
      <w:proofErr w:type="spellStart"/>
      <w:r w:rsidR="00F06BFF">
        <w:rPr>
          <w:rFonts w:asciiTheme="minorHAnsi" w:hAnsiTheme="minorHAnsi" w:cstheme="minorHAnsi"/>
          <w:lang w:val="es-ES"/>
        </w:rPr>
        <w:t>Hubs</w:t>
      </w:r>
      <w:proofErr w:type="spellEnd"/>
      <w:r w:rsidR="00F06BFF">
        <w:rPr>
          <w:rFonts w:asciiTheme="minorHAnsi" w:hAnsiTheme="minorHAnsi" w:cstheme="minorHAnsi"/>
          <w:lang w:val="es-ES"/>
        </w:rPr>
        <w:t xml:space="preserve"> (</w:t>
      </w:r>
      <w:r w:rsidR="00EC08AA" w:rsidRPr="00EC08AA">
        <w:rPr>
          <w:rFonts w:asciiTheme="minorHAnsi" w:hAnsiTheme="minorHAnsi" w:cstheme="minorHAnsi"/>
          <w:lang w:val="es-ES"/>
        </w:rPr>
        <w:t>DIH</w:t>
      </w:r>
      <w:r w:rsidR="00F06BFF">
        <w:rPr>
          <w:rFonts w:asciiTheme="minorHAnsi" w:hAnsiTheme="minorHAnsi" w:cstheme="minorHAnsi"/>
          <w:lang w:val="es-ES"/>
        </w:rPr>
        <w:t>)</w:t>
      </w:r>
      <w:r w:rsidR="00EC08AA" w:rsidRPr="00EC08AA">
        <w:rPr>
          <w:rFonts w:asciiTheme="minorHAnsi" w:hAnsiTheme="minorHAnsi" w:cstheme="minorHAnsi"/>
          <w:lang w:val="es-ES"/>
        </w:rPr>
        <w:t xml:space="preserve"> externos de 18 países </w:t>
      </w:r>
      <w:r w:rsidR="005477BF">
        <w:rPr>
          <w:rFonts w:asciiTheme="minorHAnsi" w:hAnsiTheme="minorHAnsi" w:cstheme="minorHAnsi"/>
          <w:lang w:val="es-ES"/>
        </w:rPr>
        <w:t xml:space="preserve">participan </w:t>
      </w:r>
      <w:r w:rsidR="00EC08AA" w:rsidRPr="00EC08AA">
        <w:rPr>
          <w:rFonts w:asciiTheme="minorHAnsi" w:hAnsiTheme="minorHAnsi" w:cstheme="minorHAnsi"/>
          <w:lang w:val="es-ES"/>
        </w:rPr>
        <w:t xml:space="preserve">en los consorcios </w:t>
      </w:r>
      <w:r w:rsidR="00F06BFF">
        <w:rPr>
          <w:rFonts w:asciiTheme="minorHAnsi" w:hAnsiTheme="minorHAnsi" w:cstheme="minorHAnsi"/>
          <w:lang w:val="es-ES"/>
        </w:rPr>
        <w:t>que han solicitado financiación del</w:t>
      </w:r>
      <w:r w:rsidR="00EC08AA" w:rsidRPr="00EC08AA">
        <w:rPr>
          <w:rFonts w:asciiTheme="minorHAnsi" w:hAnsiTheme="minorHAnsi" w:cstheme="minorHAnsi"/>
          <w:lang w:val="es-ES"/>
        </w:rPr>
        <w:t xml:space="preserve"> proyecto</w:t>
      </w:r>
      <w:r w:rsidR="00CA528D">
        <w:rPr>
          <w:rFonts w:asciiTheme="minorHAnsi" w:hAnsiTheme="minorHAnsi" w:cstheme="minorHAnsi"/>
          <w:lang w:val="es-ES"/>
        </w:rPr>
        <w:t xml:space="preserve"> en esta convocatoria</w:t>
      </w:r>
      <w:r w:rsidR="00EC08AA" w:rsidRPr="00EC08AA">
        <w:rPr>
          <w:rFonts w:asciiTheme="minorHAnsi" w:hAnsiTheme="minorHAnsi" w:cstheme="minorHAnsi"/>
          <w:lang w:val="es-ES"/>
        </w:rPr>
        <w:t>.</w:t>
      </w:r>
    </w:p>
    <w:p w14:paraId="6DD0D6B0" w14:textId="77777777" w:rsidR="0063033C" w:rsidRDefault="0063033C" w:rsidP="00EC08AA">
      <w:pPr>
        <w:jc w:val="both"/>
        <w:rPr>
          <w:rFonts w:asciiTheme="minorHAnsi" w:hAnsiTheme="minorHAnsi" w:cstheme="minorHAnsi"/>
          <w:lang w:val="es-ES"/>
        </w:rPr>
      </w:pPr>
    </w:p>
    <w:p w14:paraId="11748027" w14:textId="45D84B56" w:rsidR="00D305D0" w:rsidRPr="0063033C" w:rsidRDefault="0063033C" w:rsidP="00556019">
      <w:pPr>
        <w:jc w:val="both"/>
        <w:rPr>
          <w:rFonts w:asciiTheme="minorHAnsi" w:hAnsiTheme="minorHAnsi" w:cstheme="minorHAnsi"/>
          <w:lang w:val="es-ES"/>
        </w:rPr>
      </w:pPr>
      <w:r w:rsidRPr="0063033C">
        <w:rPr>
          <w:rFonts w:asciiTheme="minorHAnsi" w:hAnsiTheme="minorHAnsi" w:cstheme="minorHAnsi"/>
          <w:lang w:val="es-ES"/>
        </w:rPr>
        <w:t xml:space="preserve">Los siete equipos </w:t>
      </w:r>
      <w:r w:rsidR="00CA528D">
        <w:rPr>
          <w:rFonts w:asciiTheme="minorHAnsi" w:hAnsiTheme="minorHAnsi" w:cstheme="minorHAnsi"/>
          <w:lang w:val="es-ES"/>
        </w:rPr>
        <w:t>que trabajarán</w:t>
      </w:r>
      <w:r w:rsidRPr="0063033C">
        <w:rPr>
          <w:rFonts w:asciiTheme="minorHAnsi" w:hAnsiTheme="minorHAnsi" w:cstheme="minorHAnsi"/>
          <w:lang w:val="es-ES"/>
        </w:rPr>
        <w:t xml:space="preserve"> en su experimento durante los próximos doce meses reúnen a 1</w:t>
      </w:r>
      <w:r w:rsidR="009073DA">
        <w:rPr>
          <w:rFonts w:asciiTheme="minorHAnsi" w:hAnsiTheme="minorHAnsi" w:cstheme="minorHAnsi"/>
          <w:lang w:val="es-ES"/>
        </w:rPr>
        <w:t>2</w:t>
      </w:r>
      <w:r w:rsidRPr="0063033C">
        <w:rPr>
          <w:rFonts w:asciiTheme="minorHAnsi" w:hAnsiTheme="minorHAnsi" w:cstheme="minorHAnsi"/>
          <w:lang w:val="es-ES"/>
        </w:rPr>
        <w:t xml:space="preserve"> </w:t>
      </w:r>
      <w:r>
        <w:rPr>
          <w:rFonts w:asciiTheme="minorHAnsi" w:hAnsiTheme="minorHAnsi" w:cstheme="minorHAnsi"/>
          <w:lang w:val="es-ES"/>
        </w:rPr>
        <w:t>pymes</w:t>
      </w:r>
      <w:r w:rsidRPr="0063033C">
        <w:rPr>
          <w:rFonts w:asciiTheme="minorHAnsi" w:hAnsiTheme="minorHAnsi" w:cstheme="minorHAnsi"/>
          <w:lang w:val="es-ES"/>
        </w:rPr>
        <w:t xml:space="preserve"> y tres empresas de mediana capitalización de Hungría, Turquía, Alemania, Suecia, Finlandia, Italia, España y Croacia. </w:t>
      </w:r>
      <w:r w:rsidR="00D45294">
        <w:rPr>
          <w:rFonts w:asciiTheme="minorHAnsi" w:hAnsiTheme="minorHAnsi" w:cstheme="minorHAnsi"/>
          <w:lang w:val="es-ES"/>
        </w:rPr>
        <w:t>Los proyectos</w:t>
      </w:r>
      <w:r w:rsidRPr="0063033C">
        <w:rPr>
          <w:rFonts w:asciiTheme="minorHAnsi" w:hAnsiTheme="minorHAnsi" w:cstheme="minorHAnsi"/>
          <w:lang w:val="es-ES"/>
        </w:rPr>
        <w:t xml:space="preserve"> ganador</w:t>
      </w:r>
      <w:r w:rsidR="00D45294">
        <w:rPr>
          <w:rFonts w:asciiTheme="minorHAnsi" w:hAnsiTheme="minorHAnsi" w:cstheme="minorHAnsi"/>
          <w:lang w:val="es-ES"/>
        </w:rPr>
        <w:t>e</w:t>
      </w:r>
      <w:r w:rsidRPr="0063033C">
        <w:rPr>
          <w:rFonts w:asciiTheme="minorHAnsi" w:hAnsiTheme="minorHAnsi" w:cstheme="minorHAnsi"/>
          <w:lang w:val="es-ES"/>
        </w:rPr>
        <w:t>s, seleccionad</w:t>
      </w:r>
      <w:r w:rsidR="00D45294">
        <w:rPr>
          <w:rFonts w:asciiTheme="minorHAnsi" w:hAnsiTheme="minorHAnsi" w:cstheme="minorHAnsi"/>
          <w:lang w:val="es-ES"/>
        </w:rPr>
        <w:t>o</w:t>
      </w:r>
      <w:r w:rsidRPr="0063033C">
        <w:rPr>
          <w:rFonts w:asciiTheme="minorHAnsi" w:hAnsiTheme="minorHAnsi" w:cstheme="minorHAnsi"/>
          <w:lang w:val="es-ES"/>
        </w:rPr>
        <w:t>s entre 35 propuestas consideradas elegibles por los evaluadores, cubren un amplio abanico del sector manufacturero. Los experimentos desarrollarán un gemelo digital para las siguientes áreas:</w:t>
      </w:r>
      <w:r w:rsidR="00EC08AA" w:rsidRPr="00EC08AA">
        <w:rPr>
          <w:rFonts w:asciiTheme="minorHAnsi" w:hAnsiTheme="minorHAnsi" w:cstheme="minorHAnsi"/>
          <w:lang w:val="es-ES"/>
        </w:rPr>
        <w:t xml:space="preserve"> </w:t>
      </w:r>
    </w:p>
    <w:p w14:paraId="0160F282" w14:textId="77777777" w:rsidR="00996219" w:rsidRPr="00DA52D2" w:rsidRDefault="00996219" w:rsidP="00556019">
      <w:pPr>
        <w:jc w:val="both"/>
        <w:rPr>
          <w:rFonts w:asciiTheme="minorHAnsi" w:hAnsiTheme="minorHAnsi" w:cstheme="minorHAnsi"/>
          <w:lang w:val="es-ES"/>
        </w:rPr>
      </w:pPr>
    </w:p>
    <w:p w14:paraId="10558D34" w14:textId="57C9A7D1" w:rsidR="004E42F6" w:rsidRDefault="008A4805" w:rsidP="00EC629C">
      <w:pPr>
        <w:pStyle w:val="Listenabsatz"/>
        <w:numPr>
          <w:ilvl w:val="0"/>
          <w:numId w:val="27"/>
        </w:numPr>
        <w:jc w:val="both"/>
        <w:rPr>
          <w:rFonts w:asciiTheme="minorHAnsi" w:hAnsiTheme="minorHAnsi" w:cstheme="minorHAnsi"/>
          <w:lang w:val="es-ES"/>
        </w:rPr>
      </w:pPr>
      <w:r>
        <w:rPr>
          <w:rFonts w:asciiTheme="minorHAnsi" w:hAnsiTheme="minorHAnsi" w:cstheme="minorHAnsi"/>
          <w:b/>
          <w:bCs/>
          <w:lang w:val="es-ES"/>
        </w:rPr>
        <w:t>Puesta a punto</w:t>
      </w:r>
      <w:r w:rsidR="004E42F6" w:rsidRPr="004E42F6">
        <w:rPr>
          <w:rFonts w:asciiTheme="minorHAnsi" w:hAnsiTheme="minorHAnsi" w:cstheme="minorHAnsi"/>
          <w:b/>
          <w:bCs/>
          <w:lang w:val="es-ES"/>
        </w:rPr>
        <w:t xml:space="preserve"> del proceso de maceración de la cerveza</w:t>
      </w:r>
      <w:r w:rsidR="004E42F6" w:rsidRPr="004E42F6">
        <w:rPr>
          <w:rFonts w:asciiTheme="minorHAnsi" w:hAnsiTheme="minorHAnsi" w:cstheme="minorHAnsi"/>
          <w:lang w:val="es-ES"/>
        </w:rPr>
        <w:t>: El experimento tiene como objetivo</w:t>
      </w:r>
      <w:r>
        <w:rPr>
          <w:rFonts w:asciiTheme="minorHAnsi" w:hAnsiTheme="minorHAnsi" w:cstheme="minorHAnsi"/>
          <w:lang w:val="es-ES"/>
        </w:rPr>
        <w:t xml:space="preserve"> crear</w:t>
      </w:r>
      <w:r w:rsidR="004E42F6" w:rsidRPr="004E42F6">
        <w:rPr>
          <w:rFonts w:asciiTheme="minorHAnsi" w:hAnsiTheme="minorHAnsi" w:cstheme="minorHAnsi"/>
          <w:lang w:val="es-ES"/>
        </w:rPr>
        <w:t xml:space="preserve"> una herramienta de predicción para que las cervecerías puedan optimizar el proceso de maceración de la cerveza. El "</w:t>
      </w:r>
      <w:proofErr w:type="spellStart"/>
      <w:r w:rsidR="004E42F6" w:rsidRPr="004E42F6">
        <w:rPr>
          <w:rFonts w:asciiTheme="minorHAnsi" w:hAnsiTheme="minorHAnsi" w:cstheme="minorHAnsi"/>
          <w:lang w:val="es-ES"/>
        </w:rPr>
        <w:t>BeerPredictor</w:t>
      </w:r>
      <w:proofErr w:type="spellEnd"/>
      <w:r w:rsidR="004E42F6" w:rsidRPr="004E42F6">
        <w:rPr>
          <w:rFonts w:asciiTheme="minorHAnsi" w:hAnsiTheme="minorHAnsi" w:cstheme="minorHAnsi"/>
          <w:lang w:val="es-ES"/>
        </w:rPr>
        <w:t xml:space="preserve">" apoyará el establecimiento y la definición de los parámetros correctos de maceración, permitiendo a los pequeños cerveceros independientes cumplir con la composición </w:t>
      </w:r>
      <w:r w:rsidR="004E42F6" w:rsidRPr="004E42F6">
        <w:rPr>
          <w:rFonts w:asciiTheme="minorHAnsi" w:hAnsiTheme="minorHAnsi" w:cstheme="minorHAnsi"/>
          <w:lang w:val="es-ES"/>
        </w:rPr>
        <w:lastRenderedPageBreak/>
        <w:t>de carbohidratos especificada de un estilo de cerveza particular sin pruebas manuales intensivas y costosas.</w:t>
      </w:r>
    </w:p>
    <w:p w14:paraId="255C7478" w14:textId="16C07417" w:rsidR="00433087" w:rsidRDefault="00433087" w:rsidP="00EC629C">
      <w:pPr>
        <w:pStyle w:val="Listenabsatz"/>
        <w:numPr>
          <w:ilvl w:val="0"/>
          <w:numId w:val="27"/>
        </w:numPr>
        <w:jc w:val="both"/>
        <w:rPr>
          <w:rFonts w:asciiTheme="minorHAnsi" w:hAnsiTheme="minorHAnsi" w:cstheme="minorHAnsi"/>
          <w:lang w:val="es-ES"/>
        </w:rPr>
      </w:pPr>
      <w:r w:rsidRPr="00433087">
        <w:rPr>
          <w:rFonts w:asciiTheme="minorHAnsi" w:hAnsiTheme="minorHAnsi" w:cstheme="minorHAnsi"/>
          <w:b/>
          <w:bCs/>
          <w:lang w:val="es-ES"/>
        </w:rPr>
        <w:t>Detección de anomalías, modelado y control adaptativo de las fases de control de la temperatura de tin</w:t>
      </w:r>
      <w:r w:rsidR="00D269A0">
        <w:rPr>
          <w:rFonts w:asciiTheme="minorHAnsi" w:hAnsiTheme="minorHAnsi" w:cstheme="minorHAnsi"/>
          <w:b/>
          <w:bCs/>
          <w:lang w:val="es-ES"/>
        </w:rPr>
        <w:t>tes</w:t>
      </w:r>
      <w:r w:rsidRPr="00433087">
        <w:rPr>
          <w:rFonts w:asciiTheme="minorHAnsi" w:hAnsiTheme="minorHAnsi" w:cstheme="minorHAnsi"/>
          <w:b/>
          <w:bCs/>
          <w:lang w:val="es-ES"/>
        </w:rPr>
        <w:t xml:space="preserve"> textil</w:t>
      </w:r>
      <w:r w:rsidRPr="00433087">
        <w:rPr>
          <w:rFonts w:asciiTheme="minorHAnsi" w:hAnsiTheme="minorHAnsi" w:cstheme="minorHAnsi"/>
          <w:lang w:val="es-ES"/>
        </w:rPr>
        <w:t>: El proyecto pretende optimizar el control de la temperatura de las máquinas de tintura textil con un enfoque basado en gemelos digitales. La temperatura es crucial para la calidad del color deseado y la disminución de las reparaciones de color, lo que se traduce en un ahorro de vapor, energía, agua, productos químicos y uso de tinte.</w:t>
      </w:r>
    </w:p>
    <w:p w14:paraId="7D0C8781" w14:textId="09F1BB65" w:rsidR="009A2468" w:rsidRDefault="009A2468" w:rsidP="00EC629C">
      <w:pPr>
        <w:pStyle w:val="Listenabsatz"/>
        <w:numPr>
          <w:ilvl w:val="0"/>
          <w:numId w:val="27"/>
        </w:numPr>
        <w:jc w:val="both"/>
        <w:rPr>
          <w:rFonts w:asciiTheme="minorHAnsi" w:hAnsiTheme="minorHAnsi" w:cstheme="minorHAnsi"/>
          <w:lang w:val="es-ES"/>
        </w:rPr>
      </w:pPr>
      <w:r w:rsidRPr="00A76380">
        <w:rPr>
          <w:rFonts w:asciiTheme="minorHAnsi" w:hAnsiTheme="minorHAnsi" w:cstheme="minorHAnsi"/>
          <w:b/>
          <w:bCs/>
          <w:lang w:val="es-ES"/>
        </w:rPr>
        <w:t xml:space="preserve">Control por IA de la calidad del </w:t>
      </w:r>
      <w:proofErr w:type="spellStart"/>
      <w:r w:rsidRPr="00A76380">
        <w:rPr>
          <w:rFonts w:asciiTheme="minorHAnsi" w:hAnsiTheme="minorHAnsi" w:cstheme="minorHAnsi"/>
          <w:b/>
          <w:bCs/>
          <w:lang w:val="es-ES"/>
        </w:rPr>
        <w:t>parquet</w:t>
      </w:r>
      <w:proofErr w:type="spellEnd"/>
      <w:r w:rsidRPr="00A76380">
        <w:rPr>
          <w:rFonts w:asciiTheme="minorHAnsi" w:hAnsiTheme="minorHAnsi" w:cstheme="minorHAnsi"/>
          <w:b/>
          <w:bCs/>
          <w:lang w:val="es-ES"/>
        </w:rPr>
        <w:t>:</w:t>
      </w:r>
      <w:r>
        <w:rPr>
          <w:rFonts w:asciiTheme="minorHAnsi" w:hAnsiTheme="minorHAnsi" w:cstheme="minorHAnsi"/>
          <w:lang w:val="es-ES"/>
        </w:rPr>
        <w:t xml:space="preserve"> </w:t>
      </w:r>
      <w:r w:rsidRPr="009A2468">
        <w:rPr>
          <w:rFonts w:asciiTheme="minorHAnsi" w:hAnsiTheme="minorHAnsi" w:cstheme="minorHAnsi"/>
          <w:lang w:val="es-ES"/>
        </w:rPr>
        <w:t xml:space="preserve">El experimento utiliza el aprendizaje automático con Edge </w:t>
      </w:r>
      <w:proofErr w:type="spellStart"/>
      <w:r w:rsidRPr="009A2468">
        <w:rPr>
          <w:rFonts w:asciiTheme="minorHAnsi" w:hAnsiTheme="minorHAnsi" w:cstheme="minorHAnsi"/>
          <w:lang w:val="es-ES"/>
        </w:rPr>
        <w:t>computing</w:t>
      </w:r>
      <w:proofErr w:type="spellEnd"/>
      <w:r w:rsidRPr="009A2468">
        <w:rPr>
          <w:rFonts w:asciiTheme="minorHAnsi" w:hAnsiTheme="minorHAnsi" w:cstheme="minorHAnsi"/>
          <w:lang w:val="es-ES"/>
        </w:rPr>
        <w:t xml:space="preserve"> y cámaras NIR para eliminar los problemas de calidad en una línea de producción automatizada de </w:t>
      </w:r>
      <w:proofErr w:type="spellStart"/>
      <w:r w:rsidRPr="009A2468">
        <w:rPr>
          <w:rFonts w:asciiTheme="minorHAnsi" w:hAnsiTheme="minorHAnsi" w:cstheme="minorHAnsi"/>
          <w:lang w:val="es-ES"/>
        </w:rPr>
        <w:t>parquet</w:t>
      </w:r>
      <w:proofErr w:type="spellEnd"/>
      <w:r w:rsidRPr="009A2468">
        <w:rPr>
          <w:rFonts w:asciiTheme="minorHAnsi" w:hAnsiTheme="minorHAnsi" w:cstheme="minorHAnsi"/>
          <w:lang w:val="es-ES"/>
        </w:rPr>
        <w:t xml:space="preserve"> en tiempo real.</w:t>
      </w:r>
    </w:p>
    <w:p w14:paraId="789F5A99" w14:textId="6B025F5C" w:rsidR="00A76380" w:rsidRDefault="00A76380" w:rsidP="00EC629C">
      <w:pPr>
        <w:pStyle w:val="Listenabsatz"/>
        <w:numPr>
          <w:ilvl w:val="0"/>
          <w:numId w:val="27"/>
        </w:numPr>
        <w:jc w:val="both"/>
        <w:rPr>
          <w:rFonts w:asciiTheme="minorHAnsi" w:hAnsiTheme="minorHAnsi" w:cstheme="minorHAnsi"/>
          <w:lang w:val="es-ES"/>
        </w:rPr>
      </w:pPr>
      <w:r w:rsidRPr="00A76380">
        <w:rPr>
          <w:rFonts w:asciiTheme="minorHAnsi" w:hAnsiTheme="minorHAnsi" w:cstheme="minorHAnsi"/>
          <w:b/>
          <w:bCs/>
          <w:lang w:val="es-ES"/>
        </w:rPr>
        <w:t>Simulación con gemelo digital del proceso de fabricación de plantillas de zapatos:</w:t>
      </w:r>
      <w:r w:rsidRPr="00A76380">
        <w:rPr>
          <w:rFonts w:asciiTheme="minorHAnsi" w:hAnsiTheme="minorHAnsi" w:cstheme="minorHAnsi"/>
          <w:lang w:val="es-ES"/>
        </w:rPr>
        <w:t xml:space="preserve"> El experimento creará un gemelo digital del proceso de </w:t>
      </w:r>
      <w:r w:rsidR="004C516E">
        <w:rPr>
          <w:rFonts w:asciiTheme="minorHAnsi" w:hAnsiTheme="minorHAnsi" w:cstheme="minorHAnsi"/>
          <w:lang w:val="es-ES"/>
        </w:rPr>
        <w:t>moldeado térmico</w:t>
      </w:r>
      <w:r w:rsidRPr="00A76380">
        <w:rPr>
          <w:rFonts w:asciiTheme="minorHAnsi" w:hAnsiTheme="minorHAnsi" w:cstheme="minorHAnsi"/>
          <w:lang w:val="es-ES"/>
        </w:rPr>
        <w:t xml:space="preserve"> </w:t>
      </w:r>
      <w:r>
        <w:rPr>
          <w:rFonts w:asciiTheme="minorHAnsi" w:hAnsiTheme="minorHAnsi" w:cstheme="minorHAnsi"/>
          <w:lang w:val="es-ES"/>
        </w:rPr>
        <w:t>para</w:t>
      </w:r>
      <w:r w:rsidRPr="00A76380">
        <w:rPr>
          <w:rFonts w:asciiTheme="minorHAnsi" w:hAnsiTheme="minorHAnsi" w:cstheme="minorHAnsi"/>
          <w:lang w:val="es-ES"/>
        </w:rPr>
        <w:t xml:space="preserve"> la fabricación de plantillas de zapatos.</w:t>
      </w:r>
    </w:p>
    <w:p w14:paraId="755C64E5" w14:textId="10855D05" w:rsidR="00376604" w:rsidRDefault="00376566" w:rsidP="00EC629C">
      <w:pPr>
        <w:pStyle w:val="Listenabsatz"/>
        <w:numPr>
          <w:ilvl w:val="0"/>
          <w:numId w:val="27"/>
        </w:numPr>
        <w:jc w:val="both"/>
        <w:rPr>
          <w:rFonts w:asciiTheme="minorHAnsi" w:hAnsiTheme="minorHAnsi" w:cstheme="minorHAnsi"/>
          <w:lang w:val="es-ES"/>
        </w:rPr>
      </w:pPr>
      <w:r>
        <w:rPr>
          <w:rFonts w:asciiTheme="minorHAnsi" w:hAnsiTheme="minorHAnsi" w:cstheme="minorHAnsi"/>
          <w:b/>
          <w:bCs/>
          <w:lang w:val="es-ES"/>
        </w:rPr>
        <w:t>G</w:t>
      </w:r>
      <w:r w:rsidR="00376604" w:rsidRPr="00376604">
        <w:rPr>
          <w:rFonts w:asciiTheme="minorHAnsi" w:hAnsiTheme="minorHAnsi" w:cstheme="minorHAnsi"/>
          <w:b/>
          <w:bCs/>
          <w:lang w:val="es-ES"/>
        </w:rPr>
        <w:t>emelo digital y</w:t>
      </w:r>
      <w:r>
        <w:rPr>
          <w:rFonts w:asciiTheme="minorHAnsi" w:hAnsiTheme="minorHAnsi" w:cstheme="minorHAnsi"/>
          <w:b/>
          <w:bCs/>
          <w:lang w:val="es-ES"/>
        </w:rPr>
        <w:t xml:space="preserve"> soluciones de</w:t>
      </w:r>
      <w:r w:rsidR="00376604" w:rsidRPr="00376604">
        <w:rPr>
          <w:rFonts w:asciiTheme="minorHAnsi" w:hAnsiTheme="minorHAnsi" w:cstheme="minorHAnsi"/>
          <w:b/>
          <w:bCs/>
          <w:lang w:val="es-ES"/>
        </w:rPr>
        <w:t xml:space="preserve"> calidad predictiva para máquinas de vidrio aislante:</w:t>
      </w:r>
      <w:r w:rsidR="00376604" w:rsidRPr="00376604">
        <w:rPr>
          <w:rFonts w:asciiTheme="minorHAnsi" w:hAnsiTheme="minorHAnsi" w:cstheme="minorHAnsi"/>
          <w:lang w:val="es-ES"/>
        </w:rPr>
        <w:t xml:space="preserve"> El proyecto tiene como objetivo crear una herramienta de </w:t>
      </w:r>
      <w:r w:rsidR="00560CBD">
        <w:rPr>
          <w:rFonts w:asciiTheme="minorHAnsi" w:hAnsiTheme="minorHAnsi" w:cstheme="minorHAnsi"/>
          <w:lang w:val="es-ES"/>
        </w:rPr>
        <w:t>predicción de calidad</w:t>
      </w:r>
      <w:r w:rsidR="00376604" w:rsidRPr="00376604">
        <w:rPr>
          <w:rFonts w:asciiTheme="minorHAnsi" w:hAnsiTheme="minorHAnsi" w:cstheme="minorHAnsi"/>
          <w:lang w:val="es-ES"/>
        </w:rPr>
        <w:t xml:space="preserve"> con funciones de</w:t>
      </w:r>
      <w:r w:rsidR="00376604">
        <w:rPr>
          <w:rFonts w:asciiTheme="minorHAnsi" w:hAnsiTheme="minorHAnsi" w:cstheme="minorHAnsi"/>
          <w:lang w:val="es-ES"/>
        </w:rPr>
        <w:t xml:space="preserve"> gemelo digital </w:t>
      </w:r>
      <w:r w:rsidR="00376604" w:rsidRPr="00376604">
        <w:rPr>
          <w:rFonts w:asciiTheme="minorHAnsi" w:hAnsiTheme="minorHAnsi" w:cstheme="minorHAnsi"/>
          <w:lang w:val="es-ES"/>
        </w:rPr>
        <w:t xml:space="preserve">para </w:t>
      </w:r>
      <w:r w:rsidR="00376604">
        <w:rPr>
          <w:rFonts w:asciiTheme="minorHAnsi" w:hAnsiTheme="minorHAnsi" w:cstheme="minorHAnsi"/>
          <w:lang w:val="es-ES"/>
        </w:rPr>
        <w:t>m</w:t>
      </w:r>
      <w:r w:rsidR="00376604" w:rsidRPr="00376604">
        <w:rPr>
          <w:rFonts w:asciiTheme="minorHAnsi" w:hAnsiTheme="minorHAnsi" w:cstheme="minorHAnsi"/>
          <w:lang w:val="es-ES"/>
        </w:rPr>
        <w:t xml:space="preserve">áquinas de </w:t>
      </w:r>
      <w:r w:rsidR="00376604">
        <w:rPr>
          <w:rFonts w:asciiTheme="minorHAnsi" w:hAnsiTheme="minorHAnsi" w:cstheme="minorHAnsi"/>
          <w:lang w:val="es-ES"/>
        </w:rPr>
        <w:t>v</w:t>
      </w:r>
      <w:r w:rsidR="00376604" w:rsidRPr="00376604">
        <w:rPr>
          <w:rFonts w:asciiTheme="minorHAnsi" w:hAnsiTheme="minorHAnsi" w:cstheme="minorHAnsi"/>
          <w:lang w:val="es-ES"/>
        </w:rPr>
        <w:t xml:space="preserve">idrio </w:t>
      </w:r>
      <w:r w:rsidR="00376604">
        <w:rPr>
          <w:rFonts w:asciiTheme="minorHAnsi" w:hAnsiTheme="minorHAnsi" w:cstheme="minorHAnsi"/>
          <w:lang w:val="es-ES"/>
        </w:rPr>
        <w:t>a</w:t>
      </w:r>
      <w:r w:rsidR="00376604" w:rsidRPr="00376604">
        <w:rPr>
          <w:rFonts w:asciiTheme="minorHAnsi" w:hAnsiTheme="minorHAnsi" w:cstheme="minorHAnsi"/>
          <w:lang w:val="es-ES"/>
        </w:rPr>
        <w:t>islado.</w:t>
      </w:r>
    </w:p>
    <w:p w14:paraId="63D92C46" w14:textId="043BE267" w:rsidR="00E0187B" w:rsidRDefault="00E0187B" w:rsidP="00EC629C">
      <w:pPr>
        <w:pStyle w:val="Listenabsatz"/>
        <w:numPr>
          <w:ilvl w:val="0"/>
          <w:numId w:val="27"/>
        </w:numPr>
        <w:jc w:val="both"/>
        <w:rPr>
          <w:rFonts w:asciiTheme="minorHAnsi" w:hAnsiTheme="minorHAnsi" w:cstheme="minorHAnsi"/>
          <w:lang w:val="es-ES"/>
        </w:rPr>
      </w:pPr>
      <w:r w:rsidRPr="00E0187B">
        <w:rPr>
          <w:rFonts w:asciiTheme="minorHAnsi" w:hAnsiTheme="minorHAnsi" w:cstheme="minorHAnsi"/>
          <w:b/>
          <w:bCs/>
          <w:lang w:val="es-ES"/>
        </w:rPr>
        <w:t xml:space="preserve">Gemelo digital para el proceso de transformación de chapa </w:t>
      </w:r>
      <w:r w:rsidR="00B35DBE">
        <w:rPr>
          <w:rFonts w:asciiTheme="minorHAnsi" w:hAnsiTheme="minorHAnsi" w:cstheme="minorHAnsi"/>
          <w:b/>
          <w:bCs/>
          <w:lang w:val="es-ES"/>
        </w:rPr>
        <w:t xml:space="preserve">metálica </w:t>
      </w:r>
      <w:r w:rsidRPr="00E0187B">
        <w:rPr>
          <w:rFonts w:asciiTheme="minorHAnsi" w:hAnsiTheme="minorHAnsi" w:cstheme="minorHAnsi"/>
          <w:b/>
          <w:bCs/>
          <w:lang w:val="es-ES"/>
        </w:rPr>
        <w:t>en frío</w:t>
      </w:r>
      <w:r w:rsidRPr="00E0187B">
        <w:rPr>
          <w:rFonts w:asciiTheme="minorHAnsi" w:hAnsiTheme="minorHAnsi" w:cstheme="minorHAnsi"/>
          <w:lang w:val="es-ES"/>
        </w:rPr>
        <w:t>: El experimento busca desarrollar un Gemelo Digital experimental impulsado por datos para encontrar "a priori" parámetros de impresión mejorados y estrategias de control de avance.</w:t>
      </w:r>
    </w:p>
    <w:p w14:paraId="15ACE959" w14:textId="0AD5769F" w:rsidR="00DE40B5" w:rsidRPr="004E42F6" w:rsidRDefault="00DE40B5" w:rsidP="00EC629C">
      <w:pPr>
        <w:pStyle w:val="Listenabsatz"/>
        <w:numPr>
          <w:ilvl w:val="0"/>
          <w:numId w:val="27"/>
        </w:numPr>
        <w:jc w:val="both"/>
        <w:rPr>
          <w:rFonts w:asciiTheme="minorHAnsi" w:hAnsiTheme="minorHAnsi" w:cstheme="minorHAnsi"/>
          <w:lang w:val="es-ES"/>
        </w:rPr>
      </w:pPr>
      <w:r w:rsidRPr="00DE40B5">
        <w:rPr>
          <w:rFonts w:asciiTheme="minorHAnsi" w:hAnsiTheme="minorHAnsi" w:cstheme="minorHAnsi"/>
          <w:b/>
          <w:bCs/>
          <w:lang w:val="es-ES"/>
        </w:rPr>
        <w:t>Gemelo digital para la fabricación aditiva de fibra continua</w:t>
      </w:r>
      <w:r w:rsidRPr="00DE40B5">
        <w:rPr>
          <w:rFonts w:asciiTheme="minorHAnsi" w:hAnsiTheme="minorHAnsi" w:cstheme="minorHAnsi"/>
          <w:lang w:val="es-ES"/>
        </w:rPr>
        <w:t xml:space="preserve">: Se desarrollará un gemelo digital para </w:t>
      </w:r>
      <w:r w:rsidR="00E7140D">
        <w:rPr>
          <w:rFonts w:asciiTheme="minorHAnsi" w:hAnsiTheme="minorHAnsi" w:cstheme="minorHAnsi"/>
          <w:lang w:val="es-ES"/>
        </w:rPr>
        <w:t>el proceso de c</w:t>
      </w:r>
      <w:r w:rsidR="00E7140D" w:rsidRPr="00E7140D">
        <w:rPr>
          <w:rFonts w:asciiTheme="minorHAnsi" w:hAnsiTheme="minorHAnsi" w:cstheme="minorHAnsi"/>
          <w:lang w:val="es-ES"/>
        </w:rPr>
        <w:t>olocación automática de fibras (AFP</w:t>
      </w:r>
      <w:r w:rsidR="00E7140D">
        <w:rPr>
          <w:rFonts w:asciiTheme="minorHAnsi" w:hAnsiTheme="minorHAnsi" w:cstheme="minorHAnsi"/>
          <w:lang w:val="es-ES"/>
        </w:rPr>
        <w:t>, por sus siglas en inglés</w:t>
      </w:r>
      <w:r w:rsidR="00E7140D" w:rsidRPr="00E7140D">
        <w:rPr>
          <w:rFonts w:asciiTheme="minorHAnsi" w:hAnsiTheme="minorHAnsi" w:cstheme="minorHAnsi"/>
          <w:lang w:val="es-ES"/>
        </w:rPr>
        <w:t>)</w:t>
      </w:r>
      <w:r w:rsidR="00E7140D">
        <w:rPr>
          <w:rFonts w:asciiTheme="minorHAnsi" w:hAnsiTheme="minorHAnsi" w:cstheme="minorHAnsi"/>
          <w:lang w:val="es-ES"/>
        </w:rPr>
        <w:t xml:space="preserve"> </w:t>
      </w:r>
      <w:r w:rsidRPr="00DE40B5">
        <w:rPr>
          <w:rFonts w:asciiTheme="minorHAnsi" w:hAnsiTheme="minorHAnsi" w:cstheme="minorHAnsi"/>
          <w:lang w:val="es-ES"/>
        </w:rPr>
        <w:t>mediante el avance del software de programación fuera de línea. La solución capturará y procesará los datos para identificar los defectos en tiempo real, alertando al operador para que tome las medidas correctivas.</w:t>
      </w:r>
    </w:p>
    <w:p w14:paraId="56149242" w14:textId="77777777" w:rsidR="00695499" w:rsidRPr="00DA52D2" w:rsidRDefault="00695499" w:rsidP="00D65FF3">
      <w:pPr>
        <w:jc w:val="both"/>
        <w:rPr>
          <w:rFonts w:asciiTheme="minorHAnsi" w:hAnsiTheme="minorHAnsi" w:cstheme="minorHAnsi"/>
          <w:lang w:val="es-ES"/>
        </w:rPr>
      </w:pPr>
    </w:p>
    <w:p w14:paraId="6ABB91BB" w14:textId="31FBE62B" w:rsidR="00C754E8" w:rsidRPr="00C754E8" w:rsidRDefault="00C754E8" w:rsidP="00C754E8">
      <w:pPr>
        <w:jc w:val="both"/>
        <w:rPr>
          <w:rFonts w:asciiTheme="minorHAnsi" w:hAnsiTheme="minorHAnsi" w:cstheme="minorHAnsi"/>
          <w:lang w:val="es-ES"/>
        </w:rPr>
      </w:pPr>
      <w:r>
        <w:rPr>
          <w:rFonts w:asciiTheme="minorHAnsi" w:hAnsiTheme="minorHAnsi" w:cstheme="minorHAnsi"/>
          <w:lang w:val="es-ES"/>
        </w:rPr>
        <w:t>La convocatoria</w:t>
      </w:r>
      <w:r w:rsidRPr="00C754E8">
        <w:rPr>
          <w:rFonts w:asciiTheme="minorHAnsi" w:hAnsiTheme="minorHAnsi" w:cstheme="minorHAnsi"/>
          <w:lang w:val="es-ES"/>
        </w:rPr>
        <w:t xml:space="preserve"> dispone de un total de 652.655 euros de financiación para los experimentos, lo que supone 93.000 euros de media para cada uno de ellos. El importe exacto de la financiación depende</w:t>
      </w:r>
      <w:r>
        <w:rPr>
          <w:rFonts w:asciiTheme="minorHAnsi" w:hAnsiTheme="minorHAnsi" w:cstheme="minorHAnsi"/>
          <w:lang w:val="es-ES"/>
        </w:rPr>
        <w:t xml:space="preserve"> </w:t>
      </w:r>
      <w:r w:rsidRPr="00C754E8">
        <w:rPr>
          <w:rFonts w:asciiTheme="minorHAnsi" w:hAnsiTheme="minorHAnsi" w:cstheme="minorHAnsi"/>
          <w:lang w:val="es-ES"/>
        </w:rPr>
        <w:t xml:space="preserve">de las respectivas necesidades de financiación. </w:t>
      </w:r>
      <w:r w:rsidR="00856141">
        <w:rPr>
          <w:rFonts w:asciiTheme="minorHAnsi" w:hAnsiTheme="minorHAnsi" w:cstheme="minorHAnsi"/>
          <w:lang w:val="es-ES"/>
        </w:rPr>
        <w:t>Por lo tanto</w:t>
      </w:r>
      <w:r w:rsidRPr="00C754E8">
        <w:rPr>
          <w:rFonts w:asciiTheme="minorHAnsi" w:hAnsiTheme="minorHAnsi" w:cstheme="minorHAnsi"/>
          <w:lang w:val="es-ES"/>
        </w:rPr>
        <w:t xml:space="preserve">, se ha solicitado la totalidad del presupuesto de 3,6 millones de euros asignado a los solicitantes. Como resultado final del </w:t>
      </w:r>
      <w:r w:rsidR="00856141">
        <w:rPr>
          <w:rFonts w:asciiTheme="minorHAnsi" w:hAnsiTheme="minorHAnsi" w:cstheme="minorHAnsi"/>
          <w:lang w:val="es-ES"/>
        </w:rPr>
        <w:t>p</w:t>
      </w:r>
      <w:r w:rsidRPr="00C754E8">
        <w:rPr>
          <w:rFonts w:asciiTheme="minorHAnsi" w:hAnsiTheme="minorHAnsi" w:cstheme="minorHAnsi"/>
          <w:lang w:val="es-ES"/>
        </w:rPr>
        <w:t xml:space="preserve">royecto DIGITbrain, los experimentos se integrarán en un </w:t>
      </w:r>
      <w:r w:rsidR="00856141">
        <w:rPr>
          <w:rFonts w:asciiTheme="minorHAnsi" w:hAnsiTheme="minorHAnsi" w:cstheme="minorHAnsi"/>
          <w:lang w:val="es-ES"/>
        </w:rPr>
        <w:t>Marketplace</w:t>
      </w:r>
      <w:r w:rsidRPr="00C754E8">
        <w:rPr>
          <w:rFonts w:asciiTheme="minorHAnsi" w:hAnsiTheme="minorHAnsi" w:cstheme="minorHAnsi"/>
          <w:lang w:val="es-ES"/>
        </w:rPr>
        <w:t xml:space="preserve"> Digital (Ágora Digital), que se está desarrollando actualmente. </w:t>
      </w:r>
    </w:p>
    <w:p w14:paraId="38D2B2E9" w14:textId="77777777" w:rsidR="00C754E8" w:rsidRPr="00C754E8" w:rsidRDefault="00C754E8" w:rsidP="00C754E8">
      <w:pPr>
        <w:jc w:val="both"/>
        <w:rPr>
          <w:rFonts w:asciiTheme="minorHAnsi" w:hAnsiTheme="minorHAnsi" w:cstheme="minorHAnsi"/>
          <w:lang w:val="es-ES"/>
        </w:rPr>
      </w:pPr>
    </w:p>
    <w:p w14:paraId="062677C7" w14:textId="77777777" w:rsidR="00C754E8" w:rsidRPr="00C754E8" w:rsidRDefault="00C754E8" w:rsidP="00C754E8">
      <w:pPr>
        <w:jc w:val="both"/>
        <w:rPr>
          <w:rFonts w:asciiTheme="minorHAnsi" w:hAnsiTheme="minorHAnsi" w:cstheme="minorHAnsi"/>
          <w:lang w:val="es-ES"/>
        </w:rPr>
      </w:pPr>
      <w:r w:rsidRPr="00C754E8">
        <w:rPr>
          <w:rFonts w:asciiTheme="minorHAnsi" w:hAnsiTheme="minorHAnsi" w:cstheme="minorHAnsi"/>
          <w:lang w:val="es-ES"/>
        </w:rPr>
        <w:t>El periodo de evaluación tuvo lugar desde mediados de junio hasta mediados de julio. Para hacer frente al elevado número de solicitudes en tan solo un mes, se lanzó una convocatoria de expertos independientes en abril de 2022.</w:t>
      </w:r>
    </w:p>
    <w:p w14:paraId="55FA7D0B" w14:textId="77777777" w:rsidR="00C754E8" w:rsidRDefault="00C754E8" w:rsidP="00C754E8">
      <w:pPr>
        <w:jc w:val="both"/>
        <w:rPr>
          <w:rFonts w:asciiTheme="minorHAnsi" w:hAnsiTheme="minorHAnsi" w:cstheme="minorHAnsi"/>
          <w:lang w:val="es-ES"/>
        </w:rPr>
      </w:pPr>
    </w:p>
    <w:p w14:paraId="2F4EB8FE" w14:textId="5B6E7255" w:rsidR="00C754E8" w:rsidRPr="00C754E8" w:rsidRDefault="00C754E8" w:rsidP="00C754E8">
      <w:pPr>
        <w:jc w:val="both"/>
        <w:rPr>
          <w:rFonts w:asciiTheme="minorHAnsi" w:hAnsiTheme="minorHAnsi" w:cstheme="minorHAnsi"/>
          <w:lang w:val="es-ES"/>
        </w:rPr>
      </w:pPr>
      <w:r w:rsidRPr="00C754E8">
        <w:rPr>
          <w:rFonts w:asciiTheme="minorHAnsi" w:hAnsiTheme="minorHAnsi" w:cstheme="minorHAnsi"/>
          <w:lang w:val="es-ES"/>
        </w:rPr>
        <w:t>Dado que la promoción de la igualdad de oportunidades es un objetivo estratégico de la Comisión Europea, las acciones de innovación están obligadas a tomar medidas para promover la igualdad de oportunidades entre hombres y mujeres. Así, la convocatoria de expertos independientes tuvo en cuenta varios criterios de selección, siendo el equilibrio de género uno de ellos. El resultado final fue que el 55% de los expertos independientes son mujeres. Además,</w:t>
      </w:r>
      <w:r w:rsidR="00B12238">
        <w:rPr>
          <w:rFonts w:asciiTheme="minorHAnsi" w:hAnsiTheme="minorHAnsi" w:cstheme="minorHAnsi"/>
          <w:lang w:val="es-ES"/>
        </w:rPr>
        <w:t xml:space="preserve"> en los 7 experimentos industriales finalmente ganadores de esta tercer ola, participarán</w:t>
      </w:r>
      <w:r w:rsidRPr="00C754E8">
        <w:rPr>
          <w:rFonts w:asciiTheme="minorHAnsi" w:hAnsiTheme="minorHAnsi" w:cstheme="minorHAnsi"/>
          <w:lang w:val="es-ES"/>
        </w:rPr>
        <w:t xml:space="preserve"> 18 mujeres</w:t>
      </w:r>
      <w:r w:rsidR="00B12238">
        <w:rPr>
          <w:rFonts w:asciiTheme="minorHAnsi" w:hAnsiTheme="minorHAnsi" w:cstheme="minorHAnsi"/>
          <w:lang w:val="es-ES"/>
        </w:rPr>
        <w:t xml:space="preserve"> en la ejecución de los mismos.</w:t>
      </w:r>
    </w:p>
    <w:p w14:paraId="394AA466" w14:textId="4E25E646" w:rsidR="0032106E" w:rsidRPr="000B6139" w:rsidRDefault="0032106E" w:rsidP="00AE53A1">
      <w:pPr>
        <w:rPr>
          <w:rFonts w:asciiTheme="minorHAnsi" w:hAnsiTheme="minorHAnsi" w:cstheme="minorHAnsi"/>
          <w:lang w:val="es-ES"/>
        </w:rPr>
      </w:pPr>
    </w:p>
    <w:p w14:paraId="5A4D76C3" w14:textId="58E70ED2" w:rsidR="00104CF1" w:rsidRPr="00D553DB" w:rsidRDefault="00D553DB" w:rsidP="00104CF1">
      <w:pPr>
        <w:pStyle w:val="StandardWeb"/>
        <w:spacing w:before="0" w:beforeAutospacing="0" w:after="150" w:afterAutospacing="0"/>
        <w:jc w:val="both"/>
        <w:rPr>
          <w:rFonts w:asciiTheme="minorHAnsi" w:hAnsiTheme="minorHAnsi" w:cstheme="minorHAnsi"/>
          <w:color w:val="000000" w:themeColor="text1"/>
          <w:sz w:val="22"/>
          <w:szCs w:val="22"/>
          <w:lang w:val="es-ES"/>
        </w:rPr>
      </w:pPr>
      <w:r w:rsidRPr="00D553DB">
        <w:rPr>
          <w:rFonts w:asciiTheme="minorHAnsi" w:hAnsiTheme="minorHAnsi" w:cstheme="minorHAnsi"/>
          <w:b/>
          <w:bCs/>
          <w:color w:val="000000" w:themeColor="text1"/>
          <w:sz w:val="22"/>
          <w:szCs w:val="22"/>
          <w:lang w:val="es-ES"/>
        </w:rPr>
        <w:lastRenderedPageBreak/>
        <w:t>Par</w:t>
      </w:r>
      <w:r>
        <w:rPr>
          <w:rFonts w:asciiTheme="minorHAnsi" w:hAnsiTheme="minorHAnsi" w:cstheme="minorHAnsi"/>
          <w:b/>
          <w:bCs/>
          <w:color w:val="000000" w:themeColor="text1"/>
          <w:sz w:val="22"/>
          <w:szCs w:val="22"/>
          <w:lang w:val="es-ES"/>
        </w:rPr>
        <w:t>a más información</w:t>
      </w:r>
      <w:r w:rsidR="00104CF1" w:rsidRPr="00D553DB">
        <w:rPr>
          <w:rFonts w:asciiTheme="minorHAnsi" w:hAnsiTheme="minorHAnsi" w:cstheme="minorHAnsi"/>
          <w:b/>
          <w:bCs/>
          <w:color w:val="000000" w:themeColor="text1"/>
          <w:sz w:val="22"/>
          <w:szCs w:val="22"/>
          <w:lang w:val="es-ES"/>
        </w:rPr>
        <w:t xml:space="preserve">:  </w:t>
      </w:r>
      <w:hyperlink r:id="rId14" w:history="1">
        <w:r w:rsidR="00104CF1" w:rsidRPr="00D553DB">
          <w:rPr>
            <w:rStyle w:val="Hyperlink"/>
            <w:rFonts w:asciiTheme="minorHAnsi" w:hAnsiTheme="minorHAnsi" w:cstheme="minorHAnsi"/>
            <w:sz w:val="22"/>
            <w:szCs w:val="22"/>
            <w:lang w:val="es-ES"/>
          </w:rPr>
          <w:t>www.DIGITbrain.eu/experiments</w:t>
        </w:r>
      </w:hyperlink>
      <w:r w:rsidR="00104CF1" w:rsidRPr="00D553DB">
        <w:rPr>
          <w:rFonts w:asciiTheme="minorHAnsi" w:hAnsiTheme="minorHAnsi" w:cstheme="minorHAnsi"/>
          <w:color w:val="000000" w:themeColor="text1"/>
          <w:sz w:val="22"/>
          <w:szCs w:val="22"/>
          <w:lang w:val="es-ES"/>
        </w:rPr>
        <w:t xml:space="preserve"> </w:t>
      </w:r>
    </w:p>
    <w:tbl>
      <w:tblPr>
        <w:tblStyle w:val="Tabellenraster"/>
        <w:tblW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04CF1" w:rsidRPr="00104CF1" w14:paraId="73CDD247" w14:textId="77777777" w:rsidTr="00104CF1">
        <w:tc>
          <w:tcPr>
            <w:tcW w:w="4531" w:type="dxa"/>
          </w:tcPr>
          <w:p w14:paraId="68D20488" w14:textId="186602E3" w:rsidR="00104CF1" w:rsidRPr="00104CF1" w:rsidRDefault="00D553DB" w:rsidP="00FC3D82">
            <w:pPr>
              <w:jc w:val="both"/>
              <w:rPr>
                <w:rFonts w:asciiTheme="minorHAnsi" w:hAnsiTheme="minorHAnsi" w:cstheme="minorHAnsi"/>
                <w:b/>
                <w:bCs/>
                <w:iCs/>
                <w:sz w:val="20"/>
                <w:szCs w:val="20"/>
                <w:lang w:val="en-GB"/>
              </w:rPr>
            </w:pPr>
            <w:proofErr w:type="spellStart"/>
            <w:r>
              <w:rPr>
                <w:rFonts w:asciiTheme="minorHAnsi" w:hAnsiTheme="minorHAnsi" w:cstheme="minorHAnsi"/>
                <w:b/>
                <w:bCs/>
                <w:sz w:val="20"/>
                <w:szCs w:val="20"/>
                <w:lang w:val="en-GB"/>
              </w:rPr>
              <w:t>Contacto</w:t>
            </w:r>
            <w:proofErr w:type="spellEnd"/>
            <w:r w:rsidR="00104CF1" w:rsidRPr="00104CF1">
              <w:rPr>
                <w:rFonts w:asciiTheme="minorHAnsi" w:hAnsiTheme="minorHAnsi" w:cstheme="minorHAnsi"/>
                <w:b/>
                <w:bCs/>
                <w:sz w:val="20"/>
                <w:szCs w:val="20"/>
                <w:lang w:val="en-GB"/>
              </w:rPr>
              <w:t>:</w:t>
            </w:r>
          </w:p>
          <w:p w14:paraId="5C04D29C" w14:textId="77777777" w:rsidR="00104CF1" w:rsidRPr="00104CF1" w:rsidRDefault="00104CF1" w:rsidP="00FC3D82">
            <w:pPr>
              <w:jc w:val="both"/>
              <w:rPr>
                <w:rFonts w:asciiTheme="minorHAnsi" w:hAnsiTheme="minorHAnsi" w:cstheme="minorHAnsi"/>
                <w:b/>
                <w:bCs/>
                <w:iCs/>
                <w:sz w:val="20"/>
                <w:szCs w:val="20"/>
                <w:lang w:val="en-GB"/>
              </w:rPr>
            </w:pPr>
            <w:r w:rsidRPr="00104CF1">
              <w:rPr>
                <w:rFonts w:asciiTheme="minorHAnsi" w:hAnsiTheme="minorHAnsi" w:cstheme="minorHAnsi"/>
                <w:b/>
                <w:bCs/>
                <w:sz w:val="20"/>
                <w:szCs w:val="20"/>
                <w:lang w:val="en-GB"/>
              </w:rPr>
              <w:t>Andrea Hanninger</w:t>
            </w:r>
          </w:p>
          <w:p w14:paraId="40109884" w14:textId="77777777" w:rsidR="00104CF1" w:rsidRPr="00104CF1" w:rsidRDefault="00000000" w:rsidP="00FC3D82">
            <w:pPr>
              <w:jc w:val="both"/>
              <w:rPr>
                <w:rFonts w:asciiTheme="minorHAnsi" w:hAnsiTheme="minorHAnsi" w:cstheme="minorHAnsi"/>
                <w:iCs/>
                <w:sz w:val="20"/>
                <w:szCs w:val="20"/>
                <w:lang w:val="en-GB"/>
              </w:rPr>
            </w:pPr>
            <w:hyperlink r:id="rId15" w:history="1">
              <w:r w:rsidR="00104CF1" w:rsidRPr="00104CF1">
                <w:rPr>
                  <w:rStyle w:val="Hyperlink"/>
                  <w:rFonts w:asciiTheme="minorHAnsi" w:hAnsiTheme="minorHAnsi" w:cstheme="minorHAnsi"/>
                  <w:sz w:val="20"/>
                  <w:szCs w:val="20"/>
                  <w:lang w:val="en-GB"/>
                </w:rPr>
                <w:t>Andrea.hanninger@cloudsme.eu</w:t>
              </w:r>
            </w:hyperlink>
            <w:r w:rsidR="00104CF1" w:rsidRPr="00104CF1">
              <w:rPr>
                <w:rFonts w:asciiTheme="minorHAnsi" w:hAnsiTheme="minorHAnsi" w:cstheme="minorHAnsi"/>
                <w:sz w:val="20"/>
                <w:szCs w:val="20"/>
                <w:lang w:val="en-GB"/>
              </w:rPr>
              <w:t xml:space="preserve"> </w:t>
            </w:r>
          </w:p>
          <w:p w14:paraId="57B7E4BB" w14:textId="77777777" w:rsidR="00104CF1" w:rsidRPr="00104CF1" w:rsidRDefault="00104CF1" w:rsidP="00FC3D82">
            <w:pPr>
              <w:jc w:val="both"/>
              <w:rPr>
                <w:rFonts w:asciiTheme="minorHAnsi" w:hAnsiTheme="minorHAnsi" w:cstheme="minorHAnsi"/>
                <w:b/>
                <w:bCs/>
                <w:lang w:val="en-GB"/>
              </w:rPr>
            </w:pPr>
          </w:p>
        </w:tc>
      </w:tr>
    </w:tbl>
    <w:p w14:paraId="1EFFE6FF" w14:textId="77777777" w:rsidR="00104CF1" w:rsidRPr="00104CF1" w:rsidRDefault="00104CF1" w:rsidP="00AE53A1">
      <w:pPr>
        <w:rPr>
          <w:rFonts w:asciiTheme="minorHAnsi" w:hAnsiTheme="minorHAnsi" w:cstheme="minorHAnsi"/>
          <w:lang w:val="en-GB"/>
        </w:rPr>
      </w:pPr>
    </w:p>
    <w:sectPr w:rsidR="00104CF1" w:rsidRPr="00104CF1" w:rsidSect="00820CE9">
      <w:headerReference w:type="default" r:id="rId16"/>
      <w:footerReference w:type="even" r:id="rId17"/>
      <w:footerReference w:type="default" r:id="rId18"/>
      <w:footerReference w:type="first" r:id="rId19"/>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6267D" w14:textId="77777777" w:rsidR="00446B76" w:rsidRDefault="00446B76" w:rsidP="00766473">
      <w:r>
        <w:separator/>
      </w:r>
    </w:p>
  </w:endnote>
  <w:endnote w:type="continuationSeparator" w:id="0">
    <w:p w14:paraId="372A1228" w14:textId="77777777" w:rsidR="00446B76" w:rsidRDefault="00446B76" w:rsidP="0076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ple Symbols">
    <w:panose1 w:val="02000000000000000000"/>
    <w:charset w:val="B1"/>
    <w:family w:val="auto"/>
    <w:pitch w:val="variable"/>
    <w:sig w:usb0="800008A3" w:usb1="08007BEB" w:usb2="01840034" w:usb3="00000000" w:csb0="000001FB"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4600673"/>
      <w:docPartObj>
        <w:docPartGallery w:val="Page Numbers (Bottom of Page)"/>
        <w:docPartUnique/>
      </w:docPartObj>
    </w:sdtPr>
    <w:sdtContent>
      <w:p w14:paraId="3082607A" w14:textId="77777777" w:rsidR="00F861B0" w:rsidRDefault="00F861B0" w:rsidP="00CD424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69350275"/>
      <w:docPartObj>
        <w:docPartGallery w:val="Page Numbers (Bottom of Page)"/>
        <w:docPartUnique/>
      </w:docPartObj>
    </w:sdtPr>
    <w:sdtContent>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5C4290" w:rsidRPr="00884701" w14:paraId="6ACD72C0" w14:textId="77777777" w:rsidTr="00966714">
      <w:tc>
        <w:tcPr>
          <w:tcW w:w="1134" w:type="dxa"/>
          <w:shd w:val="clear" w:color="auto" w:fill="auto"/>
        </w:tcPr>
        <w:p w14:paraId="653FE623" w14:textId="77777777" w:rsidR="005C4290" w:rsidRPr="005C4290" w:rsidRDefault="005C4290" w:rsidP="005C4290">
          <w:pPr>
            <w:pStyle w:val="Fuzeile"/>
            <w:rPr>
              <w:lang w:val="en-GB"/>
            </w:rPr>
          </w:pPr>
          <w:r w:rsidRPr="005C4290">
            <w:rPr>
              <w:noProof/>
              <w:lang w:val="en-GB"/>
            </w:rPr>
            <w:drawing>
              <wp:inline distT="0" distB="0" distL="0" distR="0" wp14:anchorId="3F7C9EC6" wp14:editId="2AE3DA50">
                <wp:extent cx="454025" cy="305716"/>
                <wp:effectExtent l="0" t="0" r="3175" b="0"/>
                <wp:docPr id="4" name="Picture 10" descr="Ein Bild, das Blume, Sonnen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5F6CC4F9" w14:textId="77777777" w:rsidR="005C4290" w:rsidRPr="005C4290" w:rsidRDefault="005C4290" w:rsidP="005C4290">
          <w:pPr>
            <w:pStyle w:val="Fuzeile"/>
            <w:rPr>
              <w:sz w:val="20"/>
              <w:szCs w:val="20"/>
              <w:lang w:val="en-GB"/>
            </w:rPr>
          </w:pPr>
          <w:r w:rsidRPr="005C4290">
            <w:rPr>
              <w:sz w:val="20"/>
              <w:szCs w:val="20"/>
              <w:lang w:val="en-GB"/>
            </w:rPr>
            <w:t>This project has received funding from the European Union’s Horizon 2020 research and innovation programme under grant agreement No 952071</w:t>
          </w:r>
        </w:p>
      </w:tc>
    </w:tr>
  </w:tbl>
  <w:p w14:paraId="66B817F9" w14:textId="77777777" w:rsidR="005C4290" w:rsidRPr="005C4290" w:rsidRDefault="005C4290" w:rsidP="005C4290">
    <w:pPr>
      <w:pStyle w:val="Fuzeile"/>
      <w:rPr>
        <w:lang w:val="en-GB"/>
      </w:rPr>
    </w:pPr>
  </w:p>
  <w:p w14:paraId="1EBA83D3" w14:textId="44A4117E" w:rsidR="00766473" w:rsidRPr="005C4290" w:rsidRDefault="00766473" w:rsidP="005C4290">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rsidRPr="00884701" w14:paraId="1C6C34A4" w14:textId="77777777" w:rsidTr="00AF6038">
      <w:tc>
        <w:tcPr>
          <w:tcW w:w="1134" w:type="dxa"/>
          <w:shd w:val="clear" w:color="auto" w:fill="auto"/>
        </w:tcPr>
        <w:p w14:paraId="66DBB29C" w14:textId="341EECE7" w:rsidR="00DB0A4B" w:rsidRDefault="00DB0A4B">
          <w:pPr>
            <w:pStyle w:val="Fuzeile"/>
          </w:pPr>
          <w:r>
            <w:rPr>
              <w:noProof/>
            </w:rPr>
            <w:drawing>
              <wp:inline distT="0" distB="0" distL="0" distR="0" wp14:anchorId="60CC3E1C" wp14:editId="095A31BA">
                <wp:extent cx="454025" cy="305716"/>
                <wp:effectExtent l="0" t="0" r="3175"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D7E0EF2" w:rsidR="00DB0A4B" w:rsidRPr="00DB0A4B" w:rsidRDefault="00DB0A4B">
          <w:pPr>
            <w:pStyle w:val="Fuzeile"/>
            <w:rPr>
              <w:sz w:val="20"/>
              <w:szCs w:val="20"/>
            </w:rPr>
          </w:pPr>
          <w:r w:rsidRPr="00DB0A4B">
            <w:rPr>
              <w:sz w:val="20"/>
              <w:szCs w:val="20"/>
            </w:rPr>
            <w:t>This project has received funding from the European Union’s Horizon 2020 research and innovation programme under grant agreement No 952071</w:t>
          </w:r>
        </w:p>
      </w:tc>
    </w:tr>
  </w:tbl>
  <w:p w14:paraId="3D3C54A2" w14:textId="77777777" w:rsidR="00DB0A4B" w:rsidRPr="00012CA9" w:rsidRDefault="00DB0A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B8FB4" w14:textId="77777777" w:rsidR="00446B76" w:rsidRDefault="00446B76" w:rsidP="00766473">
      <w:r>
        <w:separator/>
      </w:r>
    </w:p>
  </w:footnote>
  <w:footnote w:type="continuationSeparator" w:id="0">
    <w:p w14:paraId="68A213AC" w14:textId="77777777" w:rsidR="00446B76" w:rsidRDefault="00446B76" w:rsidP="0076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3"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13614"/>
    <w:multiLevelType w:val="multilevel"/>
    <w:tmpl w:val="ABD2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3A7865"/>
    <w:multiLevelType w:val="multilevel"/>
    <w:tmpl w:val="FC34228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039BA"/>
    <w:multiLevelType w:val="hybridMultilevel"/>
    <w:tmpl w:val="CAAE28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9A3A10"/>
    <w:multiLevelType w:val="hybridMultilevel"/>
    <w:tmpl w:val="89B2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F35654"/>
    <w:multiLevelType w:val="multilevel"/>
    <w:tmpl w:val="2EC254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A14ABF"/>
    <w:multiLevelType w:val="hybridMultilevel"/>
    <w:tmpl w:val="44EC5E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1C14F5"/>
    <w:multiLevelType w:val="hybridMultilevel"/>
    <w:tmpl w:val="805494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D72342"/>
    <w:multiLevelType w:val="hybridMultilevel"/>
    <w:tmpl w:val="8FA67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EA6E60"/>
    <w:multiLevelType w:val="hybridMultilevel"/>
    <w:tmpl w:val="59AC777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112C51"/>
    <w:multiLevelType w:val="multilevel"/>
    <w:tmpl w:val="CBCE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717A5E"/>
    <w:multiLevelType w:val="multilevel"/>
    <w:tmpl w:val="533A3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C97E6C"/>
    <w:multiLevelType w:val="multilevel"/>
    <w:tmpl w:val="99C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7F57E5"/>
    <w:multiLevelType w:val="hybridMultilevel"/>
    <w:tmpl w:val="656EAAE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C51EEA"/>
    <w:multiLevelType w:val="hybridMultilevel"/>
    <w:tmpl w:val="3A4CC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3B765A"/>
    <w:multiLevelType w:val="hybridMultilevel"/>
    <w:tmpl w:val="61F0A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D17666"/>
    <w:multiLevelType w:val="hybridMultilevel"/>
    <w:tmpl w:val="F718FC20"/>
    <w:lvl w:ilvl="0" w:tplc="1654F12E">
      <w:start w:val="1"/>
      <w:numFmt w:val="bullet"/>
      <w:lvlText w:val="␥"/>
      <w:lvlJc w:val="left"/>
      <w:pPr>
        <w:tabs>
          <w:tab w:val="num" w:pos="720"/>
        </w:tabs>
        <w:ind w:left="720" w:hanging="360"/>
      </w:pPr>
      <w:rPr>
        <w:rFonts w:ascii="Apple Symbols" w:hAnsi="Apple Symbols" w:hint="default"/>
      </w:rPr>
    </w:lvl>
    <w:lvl w:ilvl="1" w:tplc="05366B58">
      <w:start w:val="152"/>
      <w:numFmt w:val="bullet"/>
      <w:lvlText w:val="␥"/>
      <w:lvlJc w:val="left"/>
      <w:pPr>
        <w:tabs>
          <w:tab w:val="num" w:pos="1440"/>
        </w:tabs>
        <w:ind w:left="1440" w:hanging="360"/>
      </w:pPr>
      <w:rPr>
        <w:rFonts w:ascii="Apple Symbols" w:hAnsi="Apple Symbols" w:hint="default"/>
      </w:rPr>
    </w:lvl>
    <w:lvl w:ilvl="2" w:tplc="A43E80C6" w:tentative="1">
      <w:start w:val="1"/>
      <w:numFmt w:val="bullet"/>
      <w:lvlText w:val="␥"/>
      <w:lvlJc w:val="left"/>
      <w:pPr>
        <w:tabs>
          <w:tab w:val="num" w:pos="2160"/>
        </w:tabs>
        <w:ind w:left="2160" w:hanging="360"/>
      </w:pPr>
      <w:rPr>
        <w:rFonts w:ascii="Apple Symbols" w:hAnsi="Apple Symbols" w:hint="default"/>
      </w:rPr>
    </w:lvl>
    <w:lvl w:ilvl="3" w:tplc="C748ABAE" w:tentative="1">
      <w:start w:val="1"/>
      <w:numFmt w:val="bullet"/>
      <w:lvlText w:val="␥"/>
      <w:lvlJc w:val="left"/>
      <w:pPr>
        <w:tabs>
          <w:tab w:val="num" w:pos="2880"/>
        </w:tabs>
        <w:ind w:left="2880" w:hanging="360"/>
      </w:pPr>
      <w:rPr>
        <w:rFonts w:ascii="Apple Symbols" w:hAnsi="Apple Symbols" w:hint="default"/>
      </w:rPr>
    </w:lvl>
    <w:lvl w:ilvl="4" w:tplc="DECA8828" w:tentative="1">
      <w:start w:val="1"/>
      <w:numFmt w:val="bullet"/>
      <w:lvlText w:val="␥"/>
      <w:lvlJc w:val="left"/>
      <w:pPr>
        <w:tabs>
          <w:tab w:val="num" w:pos="3600"/>
        </w:tabs>
        <w:ind w:left="3600" w:hanging="360"/>
      </w:pPr>
      <w:rPr>
        <w:rFonts w:ascii="Apple Symbols" w:hAnsi="Apple Symbols" w:hint="default"/>
      </w:rPr>
    </w:lvl>
    <w:lvl w:ilvl="5" w:tplc="02FCE5E2" w:tentative="1">
      <w:start w:val="1"/>
      <w:numFmt w:val="bullet"/>
      <w:lvlText w:val="␥"/>
      <w:lvlJc w:val="left"/>
      <w:pPr>
        <w:tabs>
          <w:tab w:val="num" w:pos="4320"/>
        </w:tabs>
        <w:ind w:left="4320" w:hanging="360"/>
      </w:pPr>
      <w:rPr>
        <w:rFonts w:ascii="Apple Symbols" w:hAnsi="Apple Symbols" w:hint="default"/>
      </w:rPr>
    </w:lvl>
    <w:lvl w:ilvl="6" w:tplc="C900B79C" w:tentative="1">
      <w:start w:val="1"/>
      <w:numFmt w:val="bullet"/>
      <w:lvlText w:val="␥"/>
      <w:lvlJc w:val="left"/>
      <w:pPr>
        <w:tabs>
          <w:tab w:val="num" w:pos="5040"/>
        </w:tabs>
        <w:ind w:left="5040" w:hanging="360"/>
      </w:pPr>
      <w:rPr>
        <w:rFonts w:ascii="Apple Symbols" w:hAnsi="Apple Symbols" w:hint="default"/>
      </w:rPr>
    </w:lvl>
    <w:lvl w:ilvl="7" w:tplc="89EE0358" w:tentative="1">
      <w:start w:val="1"/>
      <w:numFmt w:val="bullet"/>
      <w:lvlText w:val="␥"/>
      <w:lvlJc w:val="left"/>
      <w:pPr>
        <w:tabs>
          <w:tab w:val="num" w:pos="5760"/>
        </w:tabs>
        <w:ind w:left="5760" w:hanging="360"/>
      </w:pPr>
      <w:rPr>
        <w:rFonts w:ascii="Apple Symbols" w:hAnsi="Apple Symbols" w:hint="default"/>
      </w:rPr>
    </w:lvl>
    <w:lvl w:ilvl="8" w:tplc="BBFC635E" w:tentative="1">
      <w:start w:val="1"/>
      <w:numFmt w:val="bullet"/>
      <w:lvlText w:val="␥"/>
      <w:lvlJc w:val="left"/>
      <w:pPr>
        <w:tabs>
          <w:tab w:val="num" w:pos="6480"/>
        </w:tabs>
        <w:ind w:left="6480" w:hanging="360"/>
      </w:pPr>
      <w:rPr>
        <w:rFonts w:ascii="Apple Symbols" w:hAnsi="Apple Symbols" w:hint="default"/>
      </w:rPr>
    </w:lvl>
  </w:abstractNum>
  <w:num w:numId="1" w16cid:durableId="1856186834">
    <w:abstractNumId w:val="0"/>
  </w:num>
  <w:num w:numId="2" w16cid:durableId="1673874868">
    <w:abstractNumId w:val="1"/>
  </w:num>
  <w:num w:numId="3" w16cid:durableId="1137453829">
    <w:abstractNumId w:val="2"/>
  </w:num>
  <w:num w:numId="4" w16cid:durableId="405952889">
    <w:abstractNumId w:val="3"/>
  </w:num>
  <w:num w:numId="5" w16cid:durableId="1824545145">
    <w:abstractNumId w:val="8"/>
  </w:num>
  <w:num w:numId="6" w16cid:durableId="27682393">
    <w:abstractNumId w:val="4"/>
  </w:num>
  <w:num w:numId="7" w16cid:durableId="1883515929">
    <w:abstractNumId w:val="5"/>
  </w:num>
  <w:num w:numId="8" w16cid:durableId="592318628">
    <w:abstractNumId w:val="6"/>
  </w:num>
  <w:num w:numId="9" w16cid:durableId="1281912005">
    <w:abstractNumId w:val="7"/>
  </w:num>
  <w:num w:numId="10" w16cid:durableId="1049231379">
    <w:abstractNumId w:val="9"/>
  </w:num>
  <w:num w:numId="11" w16cid:durableId="1553735373">
    <w:abstractNumId w:val="25"/>
  </w:num>
  <w:num w:numId="12" w16cid:durableId="1847748086">
    <w:abstractNumId w:val="17"/>
  </w:num>
  <w:num w:numId="13" w16cid:durableId="1818452770">
    <w:abstractNumId w:val="15"/>
  </w:num>
  <w:num w:numId="14" w16cid:durableId="878778996">
    <w:abstractNumId w:val="22"/>
  </w:num>
  <w:num w:numId="15" w16cid:durableId="1291666921">
    <w:abstractNumId w:val="13"/>
  </w:num>
  <w:num w:numId="16" w16cid:durableId="1020158045">
    <w:abstractNumId w:val="10"/>
  </w:num>
  <w:num w:numId="17" w16cid:durableId="1594509534">
    <w:abstractNumId w:val="19"/>
  </w:num>
  <w:num w:numId="18" w16cid:durableId="1304576259">
    <w:abstractNumId w:val="11"/>
  </w:num>
  <w:num w:numId="19" w16cid:durableId="1210265244">
    <w:abstractNumId w:val="11"/>
  </w:num>
  <w:num w:numId="20" w16cid:durableId="779110820">
    <w:abstractNumId w:val="14"/>
  </w:num>
  <w:num w:numId="21" w16cid:durableId="1884750356">
    <w:abstractNumId w:val="21"/>
  </w:num>
  <w:num w:numId="22" w16cid:durableId="2005668138">
    <w:abstractNumId w:val="20"/>
  </w:num>
  <w:num w:numId="23" w16cid:durableId="818424538">
    <w:abstractNumId w:val="23"/>
  </w:num>
  <w:num w:numId="24" w16cid:durableId="1604143429">
    <w:abstractNumId w:val="12"/>
  </w:num>
  <w:num w:numId="25" w16cid:durableId="999230694">
    <w:abstractNumId w:val="24"/>
  </w:num>
  <w:num w:numId="26" w16cid:durableId="1294211658">
    <w:abstractNumId w:val="18"/>
  </w:num>
  <w:num w:numId="27" w16cid:durableId="5356568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030E2"/>
    <w:rsid w:val="00003A67"/>
    <w:rsid w:val="000064F3"/>
    <w:rsid w:val="0000661B"/>
    <w:rsid w:val="00007872"/>
    <w:rsid w:val="00011A3F"/>
    <w:rsid w:val="00012CA9"/>
    <w:rsid w:val="00013994"/>
    <w:rsid w:val="000159CC"/>
    <w:rsid w:val="000240EC"/>
    <w:rsid w:val="00027B9B"/>
    <w:rsid w:val="00031D0C"/>
    <w:rsid w:val="00033B6D"/>
    <w:rsid w:val="00052AED"/>
    <w:rsid w:val="000579F8"/>
    <w:rsid w:val="00064B67"/>
    <w:rsid w:val="00075C4D"/>
    <w:rsid w:val="000778BF"/>
    <w:rsid w:val="00080ECA"/>
    <w:rsid w:val="00081473"/>
    <w:rsid w:val="0008190E"/>
    <w:rsid w:val="00086458"/>
    <w:rsid w:val="000866F1"/>
    <w:rsid w:val="0008737B"/>
    <w:rsid w:val="0009234E"/>
    <w:rsid w:val="00094257"/>
    <w:rsid w:val="00095616"/>
    <w:rsid w:val="0009575F"/>
    <w:rsid w:val="000A0D6B"/>
    <w:rsid w:val="000A0F67"/>
    <w:rsid w:val="000A29AF"/>
    <w:rsid w:val="000A72DE"/>
    <w:rsid w:val="000A7981"/>
    <w:rsid w:val="000B35B9"/>
    <w:rsid w:val="000B6139"/>
    <w:rsid w:val="000C02AC"/>
    <w:rsid w:val="000C42F9"/>
    <w:rsid w:val="000C547E"/>
    <w:rsid w:val="000C6093"/>
    <w:rsid w:val="000D0942"/>
    <w:rsid w:val="000D4C7C"/>
    <w:rsid w:val="000D63B3"/>
    <w:rsid w:val="000D63ED"/>
    <w:rsid w:val="000D77D2"/>
    <w:rsid w:val="000E14AE"/>
    <w:rsid w:val="000E5C2E"/>
    <w:rsid w:val="000E5C30"/>
    <w:rsid w:val="000E7136"/>
    <w:rsid w:val="000F20F5"/>
    <w:rsid w:val="000F7BF1"/>
    <w:rsid w:val="00104CF1"/>
    <w:rsid w:val="00104FF8"/>
    <w:rsid w:val="001055A6"/>
    <w:rsid w:val="00111021"/>
    <w:rsid w:val="001118BC"/>
    <w:rsid w:val="0011244A"/>
    <w:rsid w:val="001124A3"/>
    <w:rsid w:val="001137DA"/>
    <w:rsid w:val="00115131"/>
    <w:rsid w:val="001158A0"/>
    <w:rsid w:val="001169C3"/>
    <w:rsid w:val="00117304"/>
    <w:rsid w:val="00117A32"/>
    <w:rsid w:val="00117EE9"/>
    <w:rsid w:val="001225DB"/>
    <w:rsid w:val="00124252"/>
    <w:rsid w:val="001300D3"/>
    <w:rsid w:val="001315B5"/>
    <w:rsid w:val="00133ECF"/>
    <w:rsid w:val="00135678"/>
    <w:rsid w:val="0013571C"/>
    <w:rsid w:val="00135D9F"/>
    <w:rsid w:val="0014093D"/>
    <w:rsid w:val="001410E1"/>
    <w:rsid w:val="001417A0"/>
    <w:rsid w:val="001470FD"/>
    <w:rsid w:val="0014725E"/>
    <w:rsid w:val="00151FF4"/>
    <w:rsid w:val="00152322"/>
    <w:rsid w:val="0015365A"/>
    <w:rsid w:val="00153C00"/>
    <w:rsid w:val="0015666E"/>
    <w:rsid w:val="00166B9F"/>
    <w:rsid w:val="00166ECE"/>
    <w:rsid w:val="001707DA"/>
    <w:rsid w:val="00170886"/>
    <w:rsid w:val="00175C13"/>
    <w:rsid w:val="00182A95"/>
    <w:rsid w:val="00183894"/>
    <w:rsid w:val="00190770"/>
    <w:rsid w:val="00193C07"/>
    <w:rsid w:val="00197AF3"/>
    <w:rsid w:val="001A1ABD"/>
    <w:rsid w:val="001A2E47"/>
    <w:rsid w:val="001B1ABF"/>
    <w:rsid w:val="001B216E"/>
    <w:rsid w:val="001B3B35"/>
    <w:rsid w:val="001D14A0"/>
    <w:rsid w:val="001D16EF"/>
    <w:rsid w:val="001D1ACD"/>
    <w:rsid w:val="001D2568"/>
    <w:rsid w:val="001D271F"/>
    <w:rsid w:val="001D5048"/>
    <w:rsid w:val="001D68A7"/>
    <w:rsid w:val="001E0B9B"/>
    <w:rsid w:val="001E3AEA"/>
    <w:rsid w:val="001E66A1"/>
    <w:rsid w:val="001F42DF"/>
    <w:rsid w:val="001F7442"/>
    <w:rsid w:val="001F7854"/>
    <w:rsid w:val="00200CA8"/>
    <w:rsid w:val="00202075"/>
    <w:rsid w:val="00204ACF"/>
    <w:rsid w:val="0020526F"/>
    <w:rsid w:val="00206385"/>
    <w:rsid w:val="00206E52"/>
    <w:rsid w:val="002110DF"/>
    <w:rsid w:val="00213CFE"/>
    <w:rsid w:val="00214173"/>
    <w:rsid w:val="0021487E"/>
    <w:rsid w:val="0021757C"/>
    <w:rsid w:val="00223DF4"/>
    <w:rsid w:val="002242BA"/>
    <w:rsid w:val="00230439"/>
    <w:rsid w:val="00233C3B"/>
    <w:rsid w:val="00233FFE"/>
    <w:rsid w:val="00240816"/>
    <w:rsid w:val="00247744"/>
    <w:rsid w:val="0024786A"/>
    <w:rsid w:val="00254B7E"/>
    <w:rsid w:val="00255B50"/>
    <w:rsid w:val="002568E7"/>
    <w:rsid w:val="00257D0E"/>
    <w:rsid w:val="00257EC4"/>
    <w:rsid w:val="002622EE"/>
    <w:rsid w:val="00262D69"/>
    <w:rsid w:val="00275D3E"/>
    <w:rsid w:val="002802BA"/>
    <w:rsid w:val="00282AE3"/>
    <w:rsid w:val="00286618"/>
    <w:rsid w:val="002867BF"/>
    <w:rsid w:val="00292191"/>
    <w:rsid w:val="00293A60"/>
    <w:rsid w:val="00295C6E"/>
    <w:rsid w:val="002A1B3A"/>
    <w:rsid w:val="002A3A24"/>
    <w:rsid w:val="002C14E5"/>
    <w:rsid w:val="002C24E3"/>
    <w:rsid w:val="002C2D7A"/>
    <w:rsid w:val="002C6FBE"/>
    <w:rsid w:val="002C7331"/>
    <w:rsid w:val="002D326E"/>
    <w:rsid w:val="002D4880"/>
    <w:rsid w:val="002D5463"/>
    <w:rsid w:val="002D56B7"/>
    <w:rsid w:val="002E0E79"/>
    <w:rsid w:val="002E2A93"/>
    <w:rsid w:val="002E42BC"/>
    <w:rsid w:val="002F56F3"/>
    <w:rsid w:val="002F59E5"/>
    <w:rsid w:val="00300909"/>
    <w:rsid w:val="0030448E"/>
    <w:rsid w:val="00305A05"/>
    <w:rsid w:val="00305B40"/>
    <w:rsid w:val="00305CC7"/>
    <w:rsid w:val="00307B35"/>
    <w:rsid w:val="003107B9"/>
    <w:rsid w:val="00311B92"/>
    <w:rsid w:val="00312540"/>
    <w:rsid w:val="00313385"/>
    <w:rsid w:val="00313B5E"/>
    <w:rsid w:val="0032106E"/>
    <w:rsid w:val="00321CF4"/>
    <w:rsid w:val="0032254C"/>
    <w:rsid w:val="00323BB4"/>
    <w:rsid w:val="00324B2A"/>
    <w:rsid w:val="00325C88"/>
    <w:rsid w:val="00327ADA"/>
    <w:rsid w:val="00330CD5"/>
    <w:rsid w:val="003338F3"/>
    <w:rsid w:val="003378A1"/>
    <w:rsid w:val="0034076D"/>
    <w:rsid w:val="00347E21"/>
    <w:rsid w:val="00356665"/>
    <w:rsid w:val="003615A0"/>
    <w:rsid w:val="00366C63"/>
    <w:rsid w:val="00367B71"/>
    <w:rsid w:val="00376566"/>
    <w:rsid w:val="00376604"/>
    <w:rsid w:val="0038142D"/>
    <w:rsid w:val="00381D97"/>
    <w:rsid w:val="0038222E"/>
    <w:rsid w:val="003837FE"/>
    <w:rsid w:val="00383DAA"/>
    <w:rsid w:val="00384B3B"/>
    <w:rsid w:val="00396CB0"/>
    <w:rsid w:val="00396D99"/>
    <w:rsid w:val="003A670A"/>
    <w:rsid w:val="003B2119"/>
    <w:rsid w:val="003C1317"/>
    <w:rsid w:val="003C6E04"/>
    <w:rsid w:val="003C793E"/>
    <w:rsid w:val="003D1214"/>
    <w:rsid w:val="003D2332"/>
    <w:rsid w:val="003D2D0E"/>
    <w:rsid w:val="003D318D"/>
    <w:rsid w:val="003D68DE"/>
    <w:rsid w:val="003D6C19"/>
    <w:rsid w:val="003D7566"/>
    <w:rsid w:val="003E121F"/>
    <w:rsid w:val="003E3FD6"/>
    <w:rsid w:val="003E56B1"/>
    <w:rsid w:val="003F3E26"/>
    <w:rsid w:val="003F6267"/>
    <w:rsid w:val="003F796F"/>
    <w:rsid w:val="00401722"/>
    <w:rsid w:val="004117B0"/>
    <w:rsid w:val="00422A12"/>
    <w:rsid w:val="00424064"/>
    <w:rsid w:val="00425AF2"/>
    <w:rsid w:val="00430DED"/>
    <w:rsid w:val="00433087"/>
    <w:rsid w:val="0043387B"/>
    <w:rsid w:val="00444168"/>
    <w:rsid w:val="00446B76"/>
    <w:rsid w:val="004529E9"/>
    <w:rsid w:val="0045400B"/>
    <w:rsid w:val="00455224"/>
    <w:rsid w:val="00463904"/>
    <w:rsid w:val="004703CB"/>
    <w:rsid w:val="00471A24"/>
    <w:rsid w:val="0047359E"/>
    <w:rsid w:val="0047442B"/>
    <w:rsid w:val="00476149"/>
    <w:rsid w:val="00480DF5"/>
    <w:rsid w:val="00480F67"/>
    <w:rsid w:val="00481D2A"/>
    <w:rsid w:val="004861D5"/>
    <w:rsid w:val="0049253A"/>
    <w:rsid w:val="0049445F"/>
    <w:rsid w:val="004A278A"/>
    <w:rsid w:val="004A4C31"/>
    <w:rsid w:val="004A6809"/>
    <w:rsid w:val="004B5D0A"/>
    <w:rsid w:val="004B601F"/>
    <w:rsid w:val="004C1746"/>
    <w:rsid w:val="004C2671"/>
    <w:rsid w:val="004C516E"/>
    <w:rsid w:val="004C67B4"/>
    <w:rsid w:val="004D04B6"/>
    <w:rsid w:val="004D1149"/>
    <w:rsid w:val="004D456D"/>
    <w:rsid w:val="004E2358"/>
    <w:rsid w:val="004E2EC6"/>
    <w:rsid w:val="004E2F2F"/>
    <w:rsid w:val="004E42F6"/>
    <w:rsid w:val="004E7469"/>
    <w:rsid w:val="004F0203"/>
    <w:rsid w:val="004F0C57"/>
    <w:rsid w:val="004F1667"/>
    <w:rsid w:val="004F23CF"/>
    <w:rsid w:val="004F280C"/>
    <w:rsid w:val="004F4D87"/>
    <w:rsid w:val="004F7C2C"/>
    <w:rsid w:val="0050075C"/>
    <w:rsid w:val="00501C37"/>
    <w:rsid w:val="0050226F"/>
    <w:rsid w:val="00503F19"/>
    <w:rsid w:val="00505699"/>
    <w:rsid w:val="00507E82"/>
    <w:rsid w:val="0051209D"/>
    <w:rsid w:val="005131E9"/>
    <w:rsid w:val="0051322A"/>
    <w:rsid w:val="0051492A"/>
    <w:rsid w:val="00515314"/>
    <w:rsid w:val="0051539F"/>
    <w:rsid w:val="00520360"/>
    <w:rsid w:val="00523C01"/>
    <w:rsid w:val="00531304"/>
    <w:rsid w:val="00531BC8"/>
    <w:rsid w:val="00532CAA"/>
    <w:rsid w:val="00536693"/>
    <w:rsid w:val="005477BF"/>
    <w:rsid w:val="00550D77"/>
    <w:rsid w:val="00550F25"/>
    <w:rsid w:val="00551B79"/>
    <w:rsid w:val="005556FD"/>
    <w:rsid w:val="00556019"/>
    <w:rsid w:val="00556314"/>
    <w:rsid w:val="00560CBD"/>
    <w:rsid w:val="00562D73"/>
    <w:rsid w:val="005655C5"/>
    <w:rsid w:val="00566451"/>
    <w:rsid w:val="00566A71"/>
    <w:rsid w:val="00572894"/>
    <w:rsid w:val="00573A4B"/>
    <w:rsid w:val="005753A6"/>
    <w:rsid w:val="00576973"/>
    <w:rsid w:val="00581253"/>
    <w:rsid w:val="00581DE8"/>
    <w:rsid w:val="005832C0"/>
    <w:rsid w:val="00585105"/>
    <w:rsid w:val="005857AD"/>
    <w:rsid w:val="00594ED1"/>
    <w:rsid w:val="005A3DD2"/>
    <w:rsid w:val="005A6334"/>
    <w:rsid w:val="005A7FB5"/>
    <w:rsid w:val="005B0392"/>
    <w:rsid w:val="005B16B5"/>
    <w:rsid w:val="005B4FF0"/>
    <w:rsid w:val="005C0B99"/>
    <w:rsid w:val="005C0FAF"/>
    <w:rsid w:val="005C3C17"/>
    <w:rsid w:val="005C3EBC"/>
    <w:rsid w:val="005C4290"/>
    <w:rsid w:val="005C4A3A"/>
    <w:rsid w:val="005D1528"/>
    <w:rsid w:val="005D1BB8"/>
    <w:rsid w:val="005E0FF9"/>
    <w:rsid w:val="005E7D8F"/>
    <w:rsid w:val="005F38E4"/>
    <w:rsid w:val="005F62B8"/>
    <w:rsid w:val="005F7221"/>
    <w:rsid w:val="0060217D"/>
    <w:rsid w:val="006053A4"/>
    <w:rsid w:val="00611938"/>
    <w:rsid w:val="006135D3"/>
    <w:rsid w:val="00617221"/>
    <w:rsid w:val="006213C6"/>
    <w:rsid w:val="00623CE1"/>
    <w:rsid w:val="0063033C"/>
    <w:rsid w:val="00631BBF"/>
    <w:rsid w:val="00632F41"/>
    <w:rsid w:val="0063316C"/>
    <w:rsid w:val="00634BAE"/>
    <w:rsid w:val="00641A11"/>
    <w:rsid w:val="0064298A"/>
    <w:rsid w:val="006432AA"/>
    <w:rsid w:val="00645C4C"/>
    <w:rsid w:val="00647B00"/>
    <w:rsid w:val="0065092B"/>
    <w:rsid w:val="00652FE9"/>
    <w:rsid w:val="00654409"/>
    <w:rsid w:val="00655460"/>
    <w:rsid w:val="00655DD7"/>
    <w:rsid w:val="00664FDC"/>
    <w:rsid w:val="0067060D"/>
    <w:rsid w:val="00672EF7"/>
    <w:rsid w:val="00675E71"/>
    <w:rsid w:val="00682197"/>
    <w:rsid w:val="00684C76"/>
    <w:rsid w:val="006904F5"/>
    <w:rsid w:val="00695499"/>
    <w:rsid w:val="00697CB4"/>
    <w:rsid w:val="006A500D"/>
    <w:rsid w:val="006C39A5"/>
    <w:rsid w:val="006D3D37"/>
    <w:rsid w:val="006D4CCA"/>
    <w:rsid w:val="006E51D6"/>
    <w:rsid w:val="006F234A"/>
    <w:rsid w:val="006F4502"/>
    <w:rsid w:val="006F5A65"/>
    <w:rsid w:val="006F6DEA"/>
    <w:rsid w:val="00701167"/>
    <w:rsid w:val="007062FF"/>
    <w:rsid w:val="00707366"/>
    <w:rsid w:val="00712EBE"/>
    <w:rsid w:val="007139CD"/>
    <w:rsid w:val="007174A0"/>
    <w:rsid w:val="0072114C"/>
    <w:rsid w:val="00723C36"/>
    <w:rsid w:val="00726C7B"/>
    <w:rsid w:val="007270BC"/>
    <w:rsid w:val="007270C5"/>
    <w:rsid w:val="00727552"/>
    <w:rsid w:val="0073496F"/>
    <w:rsid w:val="00737FB2"/>
    <w:rsid w:val="00743900"/>
    <w:rsid w:val="007439E8"/>
    <w:rsid w:val="00745B44"/>
    <w:rsid w:val="0074648E"/>
    <w:rsid w:val="00746528"/>
    <w:rsid w:val="00747B41"/>
    <w:rsid w:val="00751651"/>
    <w:rsid w:val="007548CC"/>
    <w:rsid w:val="00755840"/>
    <w:rsid w:val="00756E42"/>
    <w:rsid w:val="00760221"/>
    <w:rsid w:val="00763BF9"/>
    <w:rsid w:val="00765226"/>
    <w:rsid w:val="00765695"/>
    <w:rsid w:val="00766473"/>
    <w:rsid w:val="00766AB6"/>
    <w:rsid w:val="00766DFC"/>
    <w:rsid w:val="007670D0"/>
    <w:rsid w:val="00767B2B"/>
    <w:rsid w:val="007701F1"/>
    <w:rsid w:val="00772E77"/>
    <w:rsid w:val="00774CBE"/>
    <w:rsid w:val="00776773"/>
    <w:rsid w:val="0077733E"/>
    <w:rsid w:val="00781160"/>
    <w:rsid w:val="007821F5"/>
    <w:rsid w:val="0078438A"/>
    <w:rsid w:val="00794D24"/>
    <w:rsid w:val="007A0379"/>
    <w:rsid w:val="007A346B"/>
    <w:rsid w:val="007B1BCC"/>
    <w:rsid w:val="007B5ED7"/>
    <w:rsid w:val="007B7A2B"/>
    <w:rsid w:val="007C02F9"/>
    <w:rsid w:val="007C2D74"/>
    <w:rsid w:val="007C34AD"/>
    <w:rsid w:val="007C3591"/>
    <w:rsid w:val="007C6207"/>
    <w:rsid w:val="007C6845"/>
    <w:rsid w:val="007D27AB"/>
    <w:rsid w:val="007D36CB"/>
    <w:rsid w:val="007D55E2"/>
    <w:rsid w:val="007E49DB"/>
    <w:rsid w:val="007E7080"/>
    <w:rsid w:val="007F1717"/>
    <w:rsid w:val="007F2606"/>
    <w:rsid w:val="007F5748"/>
    <w:rsid w:val="007F6861"/>
    <w:rsid w:val="007F772A"/>
    <w:rsid w:val="00806D1E"/>
    <w:rsid w:val="00811A9B"/>
    <w:rsid w:val="008129A9"/>
    <w:rsid w:val="0081406B"/>
    <w:rsid w:val="0081683C"/>
    <w:rsid w:val="00820CE9"/>
    <w:rsid w:val="00820E91"/>
    <w:rsid w:val="008221FB"/>
    <w:rsid w:val="008229E2"/>
    <w:rsid w:val="00824241"/>
    <w:rsid w:val="00824296"/>
    <w:rsid w:val="00830D43"/>
    <w:rsid w:val="0083209E"/>
    <w:rsid w:val="00835471"/>
    <w:rsid w:val="00835E7B"/>
    <w:rsid w:val="008408A6"/>
    <w:rsid w:val="00843F65"/>
    <w:rsid w:val="00853757"/>
    <w:rsid w:val="00854DDC"/>
    <w:rsid w:val="0085564A"/>
    <w:rsid w:val="00856141"/>
    <w:rsid w:val="0086421D"/>
    <w:rsid w:val="00870528"/>
    <w:rsid w:val="00875BD2"/>
    <w:rsid w:val="00877E22"/>
    <w:rsid w:val="0088282C"/>
    <w:rsid w:val="00883A8F"/>
    <w:rsid w:val="00884701"/>
    <w:rsid w:val="00884A85"/>
    <w:rsid w:val="00887A56"/>
    <w:rsid w:val="008903B6"/>
    <w:rsid w:val="00892C74"/>
    <w:rsid w:val="00892F44"/>
    <w:rsid w:val="008966C1"/>
    <w:rsid w:val="00897380"/>
    <w:rsid w:val="008A2F30"/>
    <w:rsid w:val="008A4805"/>
    <w:rsid w:val="008B01CD"/>
    <w:rsid w:val="008B1A79"/>
    <w:rsid w:val="008B1EC3"/>
    <w:rsid w:val="008B7D75"/>
    <w:rsid w:val="008D036C"/>
    <w:rsid w:val="008E735D"/>
    <w:rsid w:val="008F27AD"/>
    <w:rsid w:val="008F50D8"/>
    <w:rsid w:val="00903182"/>
    <w:rsid w:val="00903C73"/>
    <w:rsid w:val="00903EA9"/>
    <w:rsid w:val="00904386"/>
    <w:rsid w:val="009073DA"/>
    <w:rsid w:val="00907513"/>
    <w:rsid w:val="009100E7"/>
    <w:rsid w:val="00911098"/>
    <w:rsid w:val="00912025"/>
    <w:rsid w:val="00913493"/>
    <w:rsid w:val="009142E2"/>
    <w:rsid w:val="009147B0"/>
    <w:rsid w:val="009162D3"/>
    <w:rsid w:val="009214EF"/>
    <w:rsid w:val="009215F1"/>
    <w:rsid w:val="00921D7E"/>
    <w:rsid w:val="00922837"/>
    <w:rsid w:val="00922F1A"/>
    <w:rsid w:val="00925563"/>
    <w:rsid w:val="00934196"/>
    <w:rsid w:val="00934839"/>
    <w:rsid w:val="009352C1"/>
    <w:rsid w:val="00943BA3"/>
    <w:rsid w:val="00945228"/>
    <w:rsid w:val="00946F91"/>
    <w:rsid w:val="00955192"/>
    <w:rsid w:val="00955DC8"/>
    <w:rsid w:val="0095735D"/>
    <w:rsid w:val="00962296"/>
    <w:rsid w:val="009623FE"/>
    <w:rsid w:val="0096370C"/>
    <w:rsid w:val="00966D2B"/>
    <w:rsid w:val="00967702"/>
    <w:rsid w:val="0097442E"/>
    <w:rsid w:val="00974A89"/>
    <w:rsid w:val="00974F11"/>
    <w:rsid w:val="00976615"/>
    <w:rsid w:val="0098116C"/>
    <w:rsid w:val="009814C6"/>
    <w:rsid w:val="0098334C"/>
    <w:rsid w:val="00983D02"/>
    <w:rsid w:val="00984EB5"/>
    <w:rsid w:val="00991636"/>
    <w:rsid w:val="00991918"/>
    <w:rsid w:val="009946C1"/>
    <w:rsid w:val="00994C1A"/>
    <w:rsid w:val="00996219"/>
    <w:rsid w:val="00996A87"/>
    <w:rsid w:val="009A1D25"/>
    <w:rsid w:val="009A2468"/>
    <w:rsid w:val="009A5039"/>
    <w:rsid w:val="009B6DBA"/>
    <w:rsid w:val="009C231D"/>
    <w:rsid w:val="009C31ED"/>
    <w:rsid w:val="009C4AA2"/>
    <w:rsid w:val="009C6D62"/>
    <w:rsid w:val="009D033F"/>
    <w:rsid w:val="009D1AF2"/>
    <w:rsid w:val="009D476B"/>
    <w:rsid w:val="009D5B9F"/>
    <w:rsid w:val="009E0C95"/>
    <w:rsid w:val="009E3A49"/>
    <w:rsid w:val="009F30F5"/>
    <w:rsid w:val="00A01E43"/>
    <w:rsid w:val="00A02510"/>
    <w:rsid w:val="00A04102"/>
    <w:rsid w:val="00A06C6E"/>
    <w:rsid w:val="00A11B28"/>
    <w:rsid w:val="00A156FF"/>
    <w:rsid w:val="00A15850"/>
    <w:rsid w:val="00A16E7A"/>
    <w:rsid w:val="00A17CC4"/>
    <w:rsid w:val="00A25CF9"/>
    <w:rsid w:val="00A34860"/>
    <w:rsid w:val="00A3607A"/>
    <w:rsid w:val="00A44598"/>
    <w:rsid w:val="00A44693"/>
    <w:rsid w:val="00A52EDF"/>
    <w:rsid w:val="00A53877"/>
    <w:rsid w:val="00A53BE1"/>
    <w:rsid w:val="00A55844"/>
    <w:rsid w:val="00A57F60"/>
    <w:rsid w:val="00A64741"/>
    <w:rsid w:val="00A65778"/>
    <w:rsid w:val="00A67EF5"/>
    <w:rsid w:val="00A7456B"/>
    <w:rsid w:val="00A76380"/>
    <w:rsid w:val="00A81009"/>
    <w:rsid w:val="00A81D99"/>
    <w:rsid w:val="00A82263"/>
    <w:rsid w:val="00A828C9"/>
    <w:rsid w:val="00A829EC"/>
    <w:rsid w:val="00A8736C"/>
    <w:rsid w:val="00A91A3F"/>
    <w:rsid w:val="00A92A33"/>
    <w:rsid w:val="00A956F6"/>
    <w:rsid w:val="00AA0D3C"/>
    <w:rsid w:val="00AA488D"/>
    <w:rsid w:val="00AB0DA4"/>
    <w:rsid w:val="00AB0DFD"/>
    <w:rsid w:val="00AB4355"/>
    <w:rsid w:val="00AB5386"/>
    <w:rsid w:val="00AB61B4"/>
    <w:rsid w:val="00AB6CB8"/>
    <w:rsid w:val="00AC1096"/>
    <w:rsid w:val="00AC2A00"/>
    <w:rsid w:val="00AC3EC8"/>
    <w:rsid w:val="00AC5927"/>
    <w:rsid w:val="00AD07AE"/>
    <w:rsid w:val="00AD785F"/>
    <w:rsid w:val="00AE3679"/>
    <w:rsid w:val="00AE53A1"/>
    <w:rsid w:val="00AE62C5"/>
    <w:rsid w:val="00AE7C79"/>
    <w:rsid w:val="00AF1878"/>
    <w:rsid w:val="00AF55B7"/>
    <w:rsid w:val="00AF6038"/>
    <w:rsid w:val="00AF6B6D"/>
    <w:rsid w:val="00AF729B"/>
    <w:rsid w:val="00B008ED"/>
    <w:rsid w:val="00B0131C"/>
    <w:rsid w:val="00B042C4"/>
    <w:rsid w:val="00B06682"/>
    <w:rsid w:val="00B06E99"/>
    <w:rsid w:val="00B12238"/>
    <w:rsid w:val="00B15D27"/>
    <w:rsid w:val="00B163ED"/>
    <w:rsid w:val="00B26FCF"/>
    <w:rsid w:val="00B34AF0"/>
    <w:rsid w:val="00B35DBE"/>
    <w:rsid w:val="00B36EB4"/>
    <w:rsid w:val="00B37F6F"/>
    <w:rsid w:val="00B42CDC"/>
    <w:rsid w:val="00B46145"/>
    <w:rsid w:val="00B5008E"/>
    <w:rsid w:val="00B52F07"/>
    <w:rsid w:val="00B605E4"/>
    <w:rsid w:val="00B63986"/>
    <w:rsid w:val="00B66AB4"/>
    <w:rsid w:val="00B70E39"/>
    <w:rsid w:val="00B7333D"/>
    <w:rsid w:val="00B813BB"/>
    <w:rsid w:val="00B86460"/>
    <w:rsid w:val="00B876C4"/>
    <w:rsid w:val="00B90F57"/>
    <w:rsid w:val="00B91C6F"/>
    <w:rsid w:val="00B929AC"/>
    <w:rsid w:val="00BA21AF"/>
    <w:rsid w:val="00BA4D81"/>
    <w:rsid w:val="00BB1D6D"/>
    <w:rsid w:val="00BB2166"/>
    <w:rsid w:val="00BB3E4E"/>
    <w:rsid w:val="00BB4123"/>
    <w:rsid w:val="00BC31EC"/>
    <w:rsid w:val="00BC365D"/>
    <w:rsid w:val="00BC3ED1"/>
    <w:rsid w:val="00BC719C"/>
    <w:rsid w:val="00BD03D8"/>
    <w:rsid w:val="00BD12D7"/>
    <w:rsid w:val="00BD4573"/>
    <w:rsid w:val="00BD571E"/>
    <w:rsid w:val="00BD7EAE"/>
    <w:rsid w:val="00BE23E4"/>
    <w:rsid w:val="00BF17A8"/>
    <w:rsid w:val="00BF1B0B"/>
    <w:rsid w:val="00BF3ECE"/>
    <w:rsid w:val="00C00EAE"/>
    <w:rsid w:val="00C0677A"/>
    <w:rsid w:val="00C06AFF"/>
    <w:rsid w:val="00C13FC8"/>
    <w:rsid w:val="00C149BA"/>
    <w:rsid w:val="00C222A5"/>
    <w:rsid w:val="00C226B5"/>
    <w:rsid w:val="00C23BC9"/>
    <w:rsid w:val="00C23C02"/>
    <w:rsid w:val="00C256EF"/>
    <w:rsid w:val="00C261F9"/>
    <w:rsid w:val="00C27B14"/>
    <w:rsid w:val="00C27F84"/>
    <w:rsid w:val="00C30282"/>
    <w:rsid w:val="00C36823"/>
    <w:rsid w:val="00C455F4"/>
    <w:rsid w:val="00C4667B"/>
    <w:rsid w:val="00C5098C"/>
    <w:rsid w:val="00C5348C"/>
    <w:rsid w:val="00C5417B"/>
    <w:rsid w:val="00C54D34"/>
    <w:rsid w:val="00C60934"/>
    <w:rsid w:val="00C64088"/>
    <w:rsid w:val="00C718B2"/>
    <w:rsid w:val="00C72FB3"/>
    <w:rsid w:val="00C7379B"/>
    <w:rsid w:val="00C754E8"/>
    <w:rsid w:val="00C81EF4"/>
    <w:rsid w:val="00C923F9"/>
    <w:rsid w:val="00C94AA6"/>
    <w:rsid w:val="00C9757E"/>
    <w:rsid w:val="00CA517F"/>
    <w:rsid w:val="00CA528D"/>
    <w:rsid w:val="00CA5F02"/>
    <w:rsid w:val="00CA7D5C"/>
    <w:rsid w:val="00CB2882"/>
    <w:rsid w:val="00CB3E95"/>
    <w:rsid w:val="00CB467A"/>
    <w:rsid w:val="00CB62A3"/>
    <w:rsid w:val="00CC4FA7"/>
    <w:rsid w:val="00CC596D"/>
    <w:rsid w:val="00CC5FE9"/>
    <w:rsid w:val="00CC7003"/>
    <w:rsid w:val="00CD0EED"/>
    <w:rsid w:val="00CD19B9"/>
    <w:rsid w:val="00CD3EDE"/>
    <w:rsid w:val="00CD53CD"/>
    <w:rsid w:val="00CD6C94"/>
    <w:rsid w:val="00CE2A25"/>
    <w:rsid w:val="00CE2B2F"/>
    <w:rsid w:val="00CF4C66"/>
    <w:rsid w:val="00CF57CE"/>
    <w:rsid w:val="00CF5C56"/>
    <w:rsid w:val="00CF5F59"/>
    <w:rsid w:val="00CF65B3"/>
    <w:rsid w:val="00D01CF4"/>
    <w:rsid w:val="00D11869"/>
    <w:rsid w:val="00D15D30"/>
    <w:rsid w:val="00D257D0"/>
    <w:rsid w:val="00D269A0"/>
    <w:rsid w:val="00D27BD4"/>
    <w:rsid w:val="00D30302"/>
    <w:rsid w:val="00D305D0"/>
    <w:rsid w:val="00D316CF"/>
    <w:rsid w:val="00D3337C"/>
    <w:rsid w:val="00D353B5"/>
    <w:rsid w:val="00D37310"/>
    <w:rsid w:val="00D3797F"/>
    <w:rsid w:val="00D40ED8"/>
    <w:rsid w:val="00D45294"/>
    <w:rsid w:val="00D517B0"/>
    <w:rsid w:val="00D539CD"/>
    <w:rsid w:val="00D54ED1"/>
    <w:rsid w:val="00D553DB"/>
    <w:rsid w:val="00D64A48"/>
    <w:rsid w:val="00D65FF3"/>
    <w:rsid w:val="00D6625A"/>
    <w:rsid w:val="00D6736F"/>
    <w:rsid w:val="00D74641"/>
    <w:rsid w:val="00D81B1E"/>
    <w:rsid w:val="00D81D2D"/>
    <w:rsid w:val="00D8314E"/>
    <w:rsid w:val="00D842F2"/>
    <w:rsid w:val="00D849E5"/>
    <w:rsid w:val="00D8582B"/>
    <w:rsid w:val="00D9593E"/>
    <w:rsid w:val="00D97772"/>
    <w:rsid w:val="00D97C98"/>
    <w:rsid w:val="00DA081F"/>
    <w:rsid w:val="00DA10EA"/>
    <w:rsid w:val="00DA29C8"/>
    <w:rsid w:val="00DA339D"/>
    <w:rsid w:val="00DA4EB3"/>
    <w:rsid w:val="00DA52D2"/>
    <w:rsid w:val="00DB0A4B"/>
    <w:rsid w:val="00DB47DA"/>
    <w:rsid w:val="00DB60A8"/>
    <w:rsid w:val="00DB6B0E"/>
    <w:rsid w:val="00DC0166"/>
    <w:rsid w:val="00DC16EC"/>
    <w:rsid w:val="00DC3496"/>
    <w:rsid w:val="00DD0E2D"/>
    <w:rsid w:val="00DD160A"/>
    <w:rsid w:val="00DD1B4B"/>
    <w:rsid w:val="00DD2235"/>
    <w:rsid w:val="00DE40B5"/>
    <w:rsid w:val="00DF26BF"/>
    <w:rsid w:val="00DF4DDD"/>
    <w:rsid w:val="00E00C5B"/>
    <w:rsid w:val="00E01856"/>
    <w:rsid w:val="00E0187B"/>
    <w:rsid w:val="00E0217D"/>
    <w:rsid w:val="00E0241E"/>
    <w:rsid w:val="00E02960"/>
    <w:rsid w:val="00E02ABD"/>
    <w:rsid w:val="00E07E57"/>
    <w:rsid w:val="00E10A7B"/>
    <w:rsid w:val="00E11C8B"/>
    <w:rsid w:val="00E15910"/>
    <w:rsid w:val="00E15F2E"/>
    <w:rsid w:val="00E1616F"/>
    <w:rsid w:val="00E25CDE"/>
    <w:rsid w:val="00E3498E"/>
    <w:rsid w:val="00E349B5"/>
    <w:rsid w:val="00E3677A"/>
    <w:rsid w:val="00E4022A"/>
    <w:rsid w:val="00E43BDD"/>
    <w:rsid w:val="00E4603E"/>
    <w:rsid w:val="00E46D1A"/>
    <w:rsid w:val="00E50034"/>
    <w:rsid w:val="00E52B5D"/>
    <w:rsid w:val="00E53565"/>
    <w:rsid w:val="00E536B1"/>
    <w:rsid w:val="00E55E8A"/>
    <w:rsid w:val="00E57499"/>
    <w:rsid w:val="00E60BC1"/>
    <w:rsid w:val="00E629D8"/>
    <w:rsid w:val="00E641E9"/>
    <w:rsid w:val="00E701BD"/>
    <w:rsid w:val="00E7140D"/>
    <w:rsid w:val="00E726EE"/>
    <w:rsid w:val="00E74742"/>
    <w:rsid w:val="00E7499B"/>
    <w:rsid w:val="00E767B6"/>
    <w:rsid w:val="00E823A8"/>
    <w:rsid w:val="00E83C71"/>
    <w:rsid w:val="00E851EA"/>
    <w:rsid w:val="00E86407"/>
    <w:rsid w:val="00E95ED6"/>
    <w:rsid w:val="00E96066"/>
    <w:rsid w:val="00E968FB"/>
    <w:rsid w:val="00E96D0B"/>
    <w:rsid w:val="00EB232F"/>
    <w:rsid w:val="00EB7226"/>
    <w:rsid w:val="00EC08AA"/>
    <w:rsid w:val="00EC0C6D"/>
    <w:rsid w:val="00EC48CE"/>
    <w:rsid w:val="00EC501F"/>
    <w:rsid w:val="00EC5294"/>
    <w:rsid w:val="00EC629C"/>
    <w:rsid w:val="00ED2FD7"/>
    <w:rsid w:val="00ED3DD7"/>
    <w:rsid w:val="00EE18F6"/>
    <w:rsid w:val="00EE2258"/>
    <w:rsid w:val="00EE56C7"/>
    <w:rsid w:val="00EF01A4"/>
    <w:rsid w:val="00EF0498"/>
    <w:rsid w:val="00EF0DB1"/>
    <w:rsid w:val="00EF3CC1"/>
    <w:rsid w:val="00EF570A"/>
    <w:rsid w:val="00F0554A"/>
    <w:rsid w:val="00F06BFF"/>
    <w:rsid w:val="00F1601C"/>
    <w:rsid w:val="00F20D82"/>
    <w:rsid w:val="00F23879"/>
    <w:rsid w:val="00F24177"/>
    <w:rsid w:val="00F243AD"/>
    <w:rsid w:val="00F326E5"/>
    <w:rsid w:val="00F339E4"/>
    <w:rsid w:val="00F37F89"/>
    <w:rsid w:val="00F41261"/>
    <w:rsid w:val="00F44C9C"/>
    <w:rsid w:val="00F4546A"/>
    <w:rsid w:val="00F53843"/>
    <w:rsid w:val="00F53D1A"/>
    <w:rsid w:val="00F54470"/>
    <w:rsid w:val="00F55028"/>
    <w:rsid w:val="00F61D07"/>
    <w:rsid w:val="00F66BCD"/>
    <w:rsid w:val="00F75EE7"/>
    <w:rsid w:val="00F76499"/>
    <w:rsid w:val="00F76ADE"/>
    <w:rsid w:val="00F80FBF"/>
    <w:rsid w:val="00F81565"/>
    <w:rsid w:val="00F81900"/>
    <w:rsid w:val="00F8286C"/>
    <w:rsid w:val="00F82C2C"/>
    <w:rsid w:val="00F861B0"/>
    <w:rsid w:val="00F86F8A"/>
    <w:rsid w:val="00F92375"/>
    <w:rsid w:val="00F9295E"/>
    <w:rsid w:val="00F952BF"/>
    <w:rsid w:val="00F95F56"/>
    <w:rsid w:val="00FA08C4"/>
    <w:rsid w:val="00FB3B8D"/>
    <w:rsid w:val="00FB6F77"/>
    <w:rsid w:val="00FB7DA7"/>
    <w:rsid w:val="00FC592D"/>
    <w:rsid w:val="00FC5FC1"/>
    <w:rsid w:val="00FC7224"/>
    <w:rsid w:val="00FD134F"/>
    <w:rsid w:val="00FD1508"/>
    <w:rsid w:val="00FD6FC5"/>
    <w:rsid w:val="00FD7DA4"/>
    <w:rsid w:val="00FE0E07"/>
    <w:rsid w:val="00FE0F0E"/>
    <w:rsid w:val="00FE7ABE"/>
    <w:rsid w:val="00FF4DE7"/>
    <w:rsid w:val="00FF6D63"/>
    <w:rsid w:val="00FF77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8FEDC"/>
  <w15:chartTrackingRefBased/>
  <w15:docId w15:val="{62DB11D4-16C4-4247-A298-133AFD0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570A"/>
    <w:rPr>
      <w:rFonts w:ascii="Times New Roman" w:eastAsia="Times New Roman" w:hAnsi="Times New Roman" w:cs="Times New Roman"/>
      <w:lang w:eastAsia="de-DE"/>
    </w:rPr>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character" w:styleId="NichtaufgelsteErwhnung">
    <w:name w:val="Unresolved Mention"/>
    <w:basedOn w:val="Absatz-Standardschriftart"/>
    <w:uiPriority w:val="99"/>
    <w:semiHidden/>
    <w:unhideWhenUsed/>
    <w:rsid w:val="00323BB4"/>
    <w:rPr>
      <w:color w:val="605E5C"/>
      <w:shd w:val="clear" w:color="auto" w:fill="E1DFDD"/>
    </w:rPr>
  </w:style>
  <w:style w:type="paragraph" w:styleId="Sprechblasentext">
    <w:name w:val="Balloon Text"/>
    <w:basedOn w:val="Standard"/>
    <w:link w:val="SprechblasentextZchn"/>
    <w:uiPriority w:val="99"/>
    <w:semiHidden/>
    <w:unhideWhenUsed/>
    <w:rsid w:val="002867BF"/>
    <w:rPr>
      <w:sz w:val="18"/>
      <w:szCs w:val="18"/>
    </w:rPr>
  </w:style>
  <w:style w:type="character" w:customStyle="1" w:styleId="SprechblasentextZchn">
    <w:name w:val="Sprechblasentext Zchn"/>
    <w:basedOn w:val="Absatz-Standardschriftart"/>
    <w:link w:val="Sprechblasentext"/>
    <w:uiPriority w:val="99"/>
    <w:semiHidden/>
    <w:rsid w:val="002867BF"/>
    <w:rPr>
      <w:rFonts w:ascii="Times New Roman" w:hAnsi="Times New Roman" w:cs="Times New Roman"/>
      <w:sz w:val="18"/>
      <w:szCs w:val="18"/>
    </w:rPr>
  </w:style>
  <w:style w:type="paragraph" w:styleId="Listenabsatz">
    <w:name w:val="List Paragraph"/>
    <w:basedOn w:val="Standard"/>
    <w:uiPriority w:val="34"/>
    <w:qFormat/>
    <w:rsid w:val="00E726EE"/>
    <w:pPr>
      <w:ind w:left="720"/>
      <w:contextualSpacing/>
    </w:pPr>
  </w:style>
  <w:style w:type="paragraph" w:styleId="StandardWeb">
    <w:name w:val="Normal (Web)"/>
    <w:basedOn w:val="Standard"/>
    <w:uiPriority w:val="99"/>
    <w:unhideWhenUsed/>
    <w:rsid w:val="00F54470"/>
    <w:pPr>
      <w:spacing w:before="100" w:beforeAutospacing="1" w:after="100" w:afterAutospacing="1"/>
    </w:pPr>
  </w:style>
  <w:style w:type="character" w:customStyle="1" w:styleId="apple-converted-space">
    <w:name w:val="apple-converted-space"/>
    <w:basedOn w:val="Absatz-Standardschriftart"/>
    <w:rsid w:val="003C6E04"/>
  </w:style>
  <w:style w:type="paragraph" w:styleId="Funotentext">
    <w:name w:val="footnote text"/>
    <w:basedOn w:val="Standard"/>
    <w:link w:val="FunotentextZchn"/>
    <w:uiPriority w:val="99"/>
    <w:semiHidden/>
    <w:unhideWhenUsed/>
    <w:rsid w:val="00904386"/>
    <w:rPr>
      <w:sz w:val="20"/>
      <w:szCs w:val="20"/>
    </w:rPr>
  </w:style>
  <w:style w:type="character" w:customStyle="1" w:styleId="FunotentextZchn">
    <w:name w:val="Fußnotentext Zchn"/>
    <w:basedOn w:val="Absatz-Standardschriftart"/>
    <w:link w:val="Funotentext"/>
    <w:uiPriority w:val="99"/>
    <w:semiHidden/>
    <w:rsid w:val="00904386"/>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904386"/>
    <w:rPr>
      <w:vertAlign w:val="superscript"/>
    </w:rPr>
  </w:style>
  <w:style w:type="character" w:styleId="Kommentarzeichen">
    <w:name w:val="annotation reference"/>
    <w:basedOn w:val="Absatz-Standardschriftart"/>
    <w:uiPriority w:val="99"/>
    <w:semiHidden/>
    <w:unhideWhenUsed/>
    <w:rsid w:val="001A2E47"/>
    <w:rPr>
      <w:sz w:val="16"/>
      <w:szCs w:val="16"/>
    </w:rPr>
  </w:style>
  <w:style w:type="paragraph" w:styleId="Kommentartext">
    <w:name w:val="annotation text"/>
    <w:basedOn w:val="Standard"/>
    <w:link w:val="KommentartextZchn"/>
    <w:uiPriority w:val="99"/>
    <w:semiHidden/>
    <w:unhideWhenUsed/>
    <w:rsid w:val="001A2E47"/>
    <w:rPr>
      <w:sz w:val="20"/>
      <w:szCs w:val="20"/>
    </w:rPr>
  </w:style>
  <w:style w:type="character" w:customStyle="1" w:styleId="KommentartextZchn">
    <w:name w:val="Kommentartext Zchn"/>
    <w:basedOn w:val="Absatz-Standardschriftart"/>
    <w:link w:val="Kommentartext"/>
    <w:uiPriority w:val="99"/>
    <w:semiHidden/>
    <w:rsid w:val="001A2E47"/>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A2E47"/>
    <w:rPr>
      <w:b/>
      <w:bCs/>
    </w:rPr>
  </w:style>
  <w:style w:type="character" w:customStyle="1" w:styleId="KommentarthemaZchn">
    <w:name w:val="Kommentarthema Zchn"/>
    <w:basedOn w:val="KommentartextZchn"/>
    <w:link w:val="Kommentarthema"/>
    <w:uiPriority w:val="99"/>
    <w:semiHidden/>
    <w:rsid w:val="001A2E47"/>
    <w:rPr>
      <w:rFonts w:ascii="Times New Roman" w:eastAsia="Times New Roman" w:hAnsi="Times New Roman" w:cs="Times New Roman"/>
      <w:b/>
      <w:bCs/>
      <w:sz w:val="20"/>
      <w:szCs w:val="20"/>
      <w:lang w:eastAsia="de-DE"/>
    </w:rPr>
  </w:style>
  <w:style w:type="paragraph" w:styleId="berarbeitung">
    <w:name w:val="Revision"/>
    <w:hidden/>
    <w:uiPriority w:val="99"/>
    <w:semiHidden/>
    <w:rsid w:val="000064F3"/>
    <w:rPr>
      <w:rFonts w:ascii="Times New Roman" w:eastAsia="Times New Roman" w:hAnsi="Times New Roman" w:cs="Times New Roman"/>
      <w:lang w:eastAsia="de-DE"/>
    </w:rPr>
  </w:style>
  <w:style w:type="paragraph" w:customStyle="1" w:styleId="paragraph">
    <w:name w:val="paragraph"/>
    <w:basedOn w:val="Standard"/>
    <w:rsid w:val="00151FF4"/>
    <w:pPr>
      <w:spacing w:before="100" w:beforeAutospacing="1" w:after="100" w:afterAutospacing="1"/>
    </w:pPr>
  </w:style>
  <w:style w:type="character" w:customStyle="1" w:styleId="normaltextrun">
    <w:name w:val="normaltextrun"/>
    <w:basedOn w:val="Absatz-Standardschriftart"/>
    <w:rsid w:val="00151FF4"/>
  </w:style>
  <w:style w:type="character" w:customStyle="1" w:styleId="eop">
    <w:name w:val="eop"/>
    <w:basedOn w:val="Absatz-Standardschriftart"/>
    <w:rsid w:val="00151FF4"/>
  </w:style>
  <w:style w:type="character" w:customStyle="1" w:styleId="highlight">
    <w:name w:val="highlight"/>
    <w:basedOn w:val="Absatz-Standardschriftart"/>
    <w:rsid w:val="00513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619">
      <w:bodyDiv w:val="1"/>
      <w:marLeft w:val="0"/>
      <w:marRight w:val="0"/>
      <w:marTop w:val="0"/>
      <w:marBottom w:val="0"/>
      <w:divBdr>
        <w:top w:val="none" w:sz="0" w:space="0" w:color="auto"/>
        <w:left w:val="none" w:sz="0" w:space="0" w:color="auto"/>
        <w:bottom w:val="none" w:sz="0" w:space="0" w:color="auto"/>
        <w:right w:val="none" w:sz="0" w:space="0" w:color="auto"/>
      </w:divBdr>
    </w:div>
    <w:div w:id="343216255">
      <w:bodyDiv w:val="1"/>
      <w:marLeft w:val="0"/>
      <w:marRight w:val="0"/>
      <w:marTop w:val="0"/>
      <w:marBottom w:val="0"/>
      <w:divBdr>
        <w:top w:val="none" w:sz="0" w:space="0" w:color="auto"/>
        <w:left w:val="none" w:sz="0" w:space="0" w:color="auto"/>
        <w:bottom w:val="none" w:sz="0" w:space="0" w:color="auto"/>
        <w:right w:val="none" w:sz="0" w:space="0" w:color="auto"/>
      </w:divBdr>
    </w:div>
    <w:div w:id="398328722">
      <w:bodyDiv w:val="1"/>
      <w:marLeft w:val="0"/>
      <w:marRight w:val="0"/>
      <w:marTop w:val="0"/>
      <w:marBottom w:val="0"/>
      <w:divBdr>
        <w:top w:val="none" w:sz="0" w:space="0" w:color="auto"/>
        <w:left w:val="none" w:sz="0" w:space="0" w:color="auto"/>
        <w:bottom w:val="none" w:sz="0" w:space="0" w:color="auto"/>
        <w:right w:val="none" w:sz="0" w:space="0" w:color="auto"/>
      </w:divBdr>
    </w:div>
    <w:div w:id="430056551">
      <w:bodyDiv w:val="1"/>
      <w:marLeft w:val="0"/>
      <w:marRight w:val="0"/>
      <w:marTop w:val="0"/>
      <w:marBottom w:val="0"/>
      <w:divBdr>
        <w:top w:val="none" w:sz="0" w:space="0" w:color="auto"/>
        <w:left w:val="none" w:sz="0" w:space="0" w:color="auto"/>
        <w:bottom w:val="none" w:sz="0" w:space="0" w:color="auto"/>
        <w:right w:val="none" w:sz="0" w:space="0" w:color="auto"/>
      </w:divBdr>
    </w:div>
    <w:div w:id="490291386">
      <w:bodyDiv w:val="1"/>
      <w:marLeft w:val="0"/>
      <w:marRight w:val="0"/>
      <w:marTop w:val="0"/>
      <w:marBottom w:val="0"/>
      <w:divBdr>
        <w:top w:val="none" w:sz="0" w:space="0" w:color="auto"/>
        <w:left w:val="none" w:sz="0" w:space="0" w:color="auto"/>
        <w:bottom w:val="none" w:sz="0" w:space="0" w:color="auto"/>
        <w:right w:val="none" w:sz="0" w:space="0" w:color="auto"/>
      </w:divBdr>
      <w:divsChild>
        <w:div w:id="713191276">
          <w:marLeft w:val="0"/>
          <w:marRight w:val="0"/>
          <w:marTop w:val="0"/>
          <w:marBottom w:val="0"/>
          <w:divBdr>
            <w:top w:val="none" w:sz="0" w:space="0" w:color="auto"/>
            <w:left w:val="none" w:sz="0" w:space="0" w:color="auto"/>
            <w:bottom w:val="none" w:sz="0" w:space="0" w:color="auto"/>
            <w:right w:val="none" w:sz="0" w:space="0" w:color="auto"/>
          </w:divBdr>
          <w:divsChild>
            <w:div w:id="861935208">
              <w:marLeft w:val="0"/>
              <w:marRight w:val="0"/>
              <w:marTop w:val="0"/>
              <w:marBottom w:val="0"/>
              <w:divBdr>
                <w:top w:val="none" w:sz="0" w:space="0" w:color="auto"/>
                <w:left w:val="none" w:sz="0" w:space="0" w:color="auto"/>
                <w:bottom w:val="none" w:sz="0" w:space="0" w:color="auto"/>
                <w:right w:val="none" w:sz="0" w:space="0" w:color="auto"/>
              </w:divBdr>
              <w:divsChild>
                <w:div w:id="71657686">
                  <w:marLeft w:val="0"/>
                  <w:marRight w:val="0"/>
                  <w:marTop w:val="0"/>
                  <w:marBottom w:val="0"/>
                  <w:divBdr>
                    <w:top w:val="none" w:sz="0" w:space="0" w:color="auto"/>
                    <w:left w:val="none" w:sz="0" w:space="0" w:color="auto"/>
                    <w:bottom w:val="none" w:sz="0" w:space="0" w:color="auto"/>
                    <w:right w:val="none" w:sz="0" w:space="0" w:color="auto"/>
                  </w:divBdr>
                  <w:divsChild>
                    <w:div w:id="179005928">
                      <w:marLeft w:val="0"/>
                      <w:marRight w:val="0"/>
                      <w:marTop w:val="0"/>
                      <w:marBottom w:val="0"/>
                      <w:divBdr>
                        <w:top w:val="none" w:sz="0" w:space="0" w:color="auto"/>
                        <w:left w:val="none" w:sz="0" w:space="0" w:color="auto"/>
                        <w:bottom w:val="none" w:sz="0" w:space="0" w:color="auto"/>
                        <w:right w:val="none" w:sz="0" w:space="0" w:color="auto"/>
                      </w:divBdr>
                    </w:div>
                    <w:div w:id="267738082">
                      <w:marLeft w:val="0"/>
                      <w:marRight w:val="0"/>
                      <w:marTop w:val="0"/>
                      <w:marBottom w:val="0"/>
                      <w:divBdr>
                        <w:top w:val="none" w:sz="0" w:space="0" w:color="auto"/>
                        <w:left w:val="none" w:sz="0" w:space="0" w:color="auto"/>
                        <w:bottom w:val="none" w:sz="0" w:space="0" w:color="auto"/>
                        <w:right w:val="none" w:sz="0" w:space="0" w:color="auto"/>
                      </w:divBdr>
                    </w:div>
                  </w:divsChild>
                </w:div>
                <w:div w:id="921183160">
                  <w:marLeft w:val="0"/>
                  <w:marRight w:val="0"/>
                  <w:marTop w:val="0"/>
                  <w:marBottom w:val="0"/>
                  <w:divBdr>
                    <w:top w:val="none" w:sz="0" w:space="0" w:color="auto"/>
                    <w:left w:val="none" w:sz="0" w:space="0" w:color="auto"/>
                    <w:bottom w:val="none" w:sz="0" w:space="0" w:color="auto"/>
                    <w:right w:val="none" w:sz="0" w:space="0" w:color="auto"/>
                  </w:divBdr>
                  <w:divsChild>
                    <w:div w:id="297731297">
                      <w:marLeft w:val="0"/>
                      <w:marRight w:val="0"/>
                      <w:marTop w:val="0"/>
                      <w:marBottom w:val="0"/>
                      <w:divBdr>
                        <w:top w:val="none" w:sz="0" w:space="0" w:color="auto"/>
                        <w:left w:val="none" w:sz="0" w:space="0" w:color="auto"/>
                        <w:bottom w:val="none" w:sz="0" w:space="0" w:color="auto"/>
                        <w:right w:val="none" w:sz="0" w:space="0" w:color="auto"/>
                      </w:divBdr>
                    </w:div>
                  </w:divsChild>
                </w:div>
                <w:div w:id="1633293481">
                  <w:marLeft w:val="0"/>
                  <w:marRight w:val="0"/>
                  <w:marTop w:val="0"/>
                  <w:marBottom w:val="0"/>
                  <w:divBdr>
                    <w:top w:val="none" w:sz="0" w:space="0" w:color="auto"/>
                    <w:left w:val="none" w:sz="0" w:space="0" w:color="auto"/>
                    <w:bottom w:val="none" w:sz="0" w:space="0" w:color="auto"/>
                    <w:right w:val="none" w:sz="0" w:space="0" w:color="auto"/>
                  </w:divBdr>
                </w:div>
                <w:div w:id="904294222">
                  <w:marLeft w:val="0"/>
                  <w:marRight w:val="0"/>
                  <w:marTop w:val="0"/>
                  <w:marBottom w:val="0"/>
                  <w:divBdr>
                    <w:top w:val="none" w:sz="0" w:space="0" w:color="auto"/>
                    <w:left w:val="none" w:sz="0" w:space="0" w:color="auto"/>
                    <w:bottom w:val="none" w:sz="0" w:space="0" w:color="auto"/>
                    <w:right w:val="none" w:sz="0" w:space="0" w:color="auto"/>
                  </w:divBdr>
                </w:div>
                <w:div w:id="646056264">
                  <w:marLeft w:val="0"/>
                  <w:marRight w:val="0"/>
                  <w:marTop w:val="0"/>
                  <w:marBottom w:val="0"/>
                  <w:divBdr>
                    <w:top w:val="none" w:sz="0" w:space="0" w:color="auto"/>
                    <w:left w:val="none" w:sz="0" w:space="0" w:color="auto"/>
                    <w:bottom w:val="none" w:sz="0" w:space="0" w:color="auto"/>
                    <w:right w:val="none" w:sz="0" w:space="0" w:color="auto"/>
                  </w:divBdr>
                </w:div>
                <w:div w:id="694426345">
                  <w:marLeft w:val="0"/>
                  <w:marRight w:val="0"/>
                  <w:marTop w:val="0"/>
                  <w:marBottom w:val="0"/>
                  <w:divBdr>
                    <w:top w:val="none" w:sz="0" w:space="0" w:color="auto"/>
                    <w:left w:val="none" w:sz="0" w:space="0" w:color="auto"/>
                    <w:bottom w:val="none" w:sz="0" w:space="0" w:color="auto"/>
                    <w:right w:val="none" w:sz="0" w:space="0" w:color="auto"/>
                  </w:divBdr>
                </w:div>
                <w:div w:id="2070686658">
                  <w:marLeft w:val="0"/>
                  <w:marRight w:val="0"/>
                  <w:marTop w:val="0"/>
                  <w:marBottom w:val="0"/>
                  <w:divBdr>
                    <w:top w:val="none" w:sz="0" w:space="0" w:color="auto"/>
                    <w:left w:val="none" w:sz="0" w:space="0" w:color="auto"/>
                    <w:bottom w:val="none" w:sz="0" w:space="0" w:color="auto"/>
                    <w:right w:val="none" w:sz="0" w:space="0" w:color="auto"/>
                  </w:divBdr>
                </w:div>
                <w:div w:id="1037774846">
                  <w:marLeft w:val="0"/>
                  <w:marRight w:val="0"/>
                  <w:marTop w:val="0"/>
                  <w:marBottom w:val="0"/>
                  <w:divBdr>
                    <w:top w:val="none" w:sz="0" w:space="0" w:color="auto"/>
                    <w:left w:val="none" w:sz="0" w:space="0" w:color="auto"/>
                    <w:bottom w:val="none" w:sz="0" w:space="0" w:color="auto"/>
                    <w:right w:val="none" w:sz="0" w:space="0" w:color="auto"/>
                  </w:divBdr>
                </w:div>
                <w:div w:id="893928405">
                  <w:marLeft w:val="0"/>
                  <w:marRight w:val="0"/>
                  <w:marTop w:val="0"/>
                  <w:marBottom w:val="0"/>
                  <w:divBdr>
                    <w:top w:val="none" w:sz="0" w:space="0" w:color="auto"/>
                    <w:left w:val="none" w:sz="0" w:space="0" w:color="auto"/>
                    <w:bottom w:val="none" w:sz="0" w:space="0" w:color="auto"/>
                    <w:right w:val="none" w:sz="0" w:space="0" w:color="auto"/>
                  </w:divBdr>
                </w:div>
                <w:div w:id="1702049033">
                  <w:marLeft w:val="0"/>
                  <w:marRight w:val="0"/>
                  <w:marTop w:val="0"/>
                  <w:marBottom w:val="0"/>
                  <w:divBdr>
                    <w:top w:val="none" w:sz="0" w:space="0" w:color="auto"/>
                    <w:left w:val="none" w:sz="0" w:space="0" w:color="auto"/>
                    <w:bottom w:val="none" w:sz="0" w:space="0" w:color="auto"/>
                    <w:right w:val="none" w:sz="0" w:space="0" w:color="auto"/>
                  </w:divBdr>
                </w:div>
                <w:div w:id="965699666">
                  <w:marLeft w:val="0"/>
                  <w:marRight w:val="0"/>
                  <w:marTop w:val="0"/>
                  <w:marBottom w:val="0"/>
                  <w:divBdr>
                    <w:top w:val="none" w:sz="0" w:space="0" w:color="auto"/>
                    <w:left w:val="none" w:sz="0" w:space="0" w:color="auto"/>
                    <w:bottom w:val="none" w:sz="0" w:space="0" w:color="auto"/>
                    <w:right w:val="none" w:sz="0" w:space="0" w:color="auto"/>
                  </w:divBdr>
                </w:div>
                <w:div w:id="1237400641">
                  <w:marLeft w:val="0"/>
                  <w:marRight w:val="0"/>
                  <w:marTop w:val="0"/>
                  <w:marBottom w:val="0"/>
                  <w:divBdr>
                    <w:top w:val="none" w:sz="0" w:space="0" w:color="auto"/>
                    <w:left w:val="none" w:sz="0" w:space="0" w:color="auto"/>
                    <w:bottom w:val="none" w:sz="0" w:space="0" w:color="auto"/>
                    <w:right w:val="none" w:sz="0" w:space="0" w:color="auto"/>
                  </w:divBdr>
                </w:div>
                <w:div w:id="625546083">
                  <w:marLeft w:val="0"/>
                  <w:marRight w:val="0"/>
                  <w:marTop w:val="0"/>
                  <w:marBottom w:val="0"/>
                  <w:divBdr>
                    <w:top w:val="none" w:sz="0" w:space="0" w:color="auto"/>
                    <w:left w:val="none" w:sz="0" w:space="0" w:color="auto"/>
                    <w:bottom w:val="none" w:sz="0" w:space="0" w:color="auto"/>
                    <w:right w:val="none" w:sz="0" w:space="0" w:color="auto"/>
                  </w:divBdr>
                  <w:divsChild>
                    <w:div w:id="700012352">
                      <w:marLeft w:val="0"/>
                      <w:marRight w:val="0"/>
                      <w:marTop w:val="0"/>
                      <w:marBottom w:val="0"/>
                      <w:divBdr>
                        <w:top w:val="none" w:sz="0" w:space="0" w:color="auto"/>
                        <w:left w:val="none" w:sz="0" w:space="0" w:color="auto"/>
                        <w:bottom w:val="none" w:sz="0" w:space="0" w:color="auto"/>
                        <w:right w:val="none" w:sz="0" w:space="0" w:color="auto"/>
                      </w:divBdr>
                    </w:div>
                    <w:div w:id="1521747808">
                      <w:marLeft w:val="0"/>
                      <w:marRight w:val="0"/>
                      <w:marTop w:val="0"/>
                      <w:marBottom w:val="0"/>
                      <w:divBdr>
                        <w:top w:val="none" w:sz="0" w:space="0" w:color="auto"/>
                        <w:left w:val="none" w:sz="0" w:space="0" w:color="auto"/>
                        <w:bottom w:val="none" w:sz="0" w:space="0" w:color="auto"/>
                        <w:right w:val="none" w:sz="0" w:space="0" w:color="auto"/>
                      </w:divBdr>
                    </w:div>
                    <w:div w:id="22020847">
                      <w:marLeft w:val="0"/>
                      <w:marRight w:val="0"/>
                      <w:marTop w:val="0"/>
                      <w:marBottom w:val="0"/>
                      <w:divBdr>
                        <w:top w:val="none" w:sz="0" w:space="0" w:color="auto"/>
                        <w:left w:val="none" w:sz="0" w:space="0" w:color="auto"/>
                        <w:bottom w:val="none" w:sz="0" w:space="0" w:color="auto"/>
                        <w:right w:val="none" w:sz="0" w:space="0" w:color="auto"/>
                      </w:divBdr>
                    </w:div>
                    <w:div w:id="446199734">
                      <w:marLeft w:val="0"/>
                      <w:marRight w:val="0"/>
                      <w:marTop w:val="0"/>
                      <w:marBottom w:val="0"/>
                      <w:divBdr>
                        <w:top w:val="none" w:sz="0" w:space="0" w:color="auto"/>
                        <w:left w:val="none" w:sz="0" w:space="0" w:color="auto"/>
                        <w:bottom w:val="none" w:sz="0" w:space="0" w:color="auto"/>
                        <w:right w:val="none" w:sz="0" w:space="0" w:color="auto"/>
                      </w:divBdr>
                    </w:div>
                  </w:divsChild>
                </w:div>
                <w:div w:id="1231036733">
                  <w:marLeft w:val="0"/>
                  <w:marRight w:val="0"/>
                  <w:marTop w:val="0"/>
                  <w:marBottom w:val="0"/>
                  <w:divBdr>
                    <w:top w:val="none" w:sz="0" w:space="0" w:color="auto"/>
                    <w:left w:val="none" w:sz="0" w:space="0" w:color="auto"/>
                    <w:bottom w:val="none" w:sz="0" w:space="0" w:color="auto"/>
                    <w:right w:val="none" w:sz="0" w:space="0" w:color="auto"/>
                  </w:divBdr>
                  <w:divsChild>
                    <w:div w:id="1348486225">
                      <w:marLeft w:val="0"/>
                      <w:marRight w:val="0"/>
                      <w:marTop w:val="0"/>
                      <w:marBottom w:val="0"/>
                      <w:divBdr>
                        <w:top w:val="none" w:sz="0" w:space="0" w:color="auto"/>
                        <w:left w:val="none" w:sz="0" w:space="0" w:color="auto"/>
                        <w:bottom w:val="none" w:sz="0" w:space="0" w:color="auto"/>
                        <w:right w:val="none" w:sz="0" w:space="0" w:color="auto"/>
                      </w:divBdr>
                    </w:div>
                    <w:div w:id="1816095196">
                      <w:marLeft w:val="0"/>
                      <w:marRight w:val="0"/>
                      <w:marTop w:val="0"/>
                      <w:marBottom w:val="0"/>
                      <w:divBdr>
                        <w:top w:val="none" w:sz="0" w:space="0" w:color="auto"/>
                        <w:left w:val="none" w:sz="0" w:space="0" w:color="auto"/>
                        <w:bottom w:val="none" w:sz="0" w:space="0" w:color="auto"/>
                        <w:right w:val="none" w:sz="0" w:space="0" w:color="auto"/>
                      </w:divBdr>
                    </w:div>
                    <w:div w:id="1212034487">
                      <w:marLeft w:val="0"/>
                      <w:marRight w:val="0"/>
                      <w:marTop w:val="0"/>
                      <w:marBottom w:val="0"/>
                      <w:divBdr>
                        <w:top w:val="none" w:sz="0" w:space="0" w:color="auto"/>
                        <w:left w:val="none" w:sz="0" w:space="0" w:color="auto"/>
                        <w:bottom w:val="none" w:sz="0" w:space="0" w:color="auto"/>
                        <w:right w:val="none" w:sz="0" w:space="0" w:color="auto"/>
                      </w:divBdr>
                    </w:div>
                  </w:divsChild>
                </w:div>
                <w:div w:id="1262177900">
                  <w:marLeft w:val="0"/>
                  <w:marRight w:val="0"/>
                  <w:marTop w:val="0"/>
                  <w:marBottom w:val="0"/>
                  <w:divBdr>
                    <w:top w:val="none" w:sz="0" w:space="0" w:color="auto"/>
                    <w:left w:val="none" w:sz="0" w:space="0" w:color="auto"/>
                    <w:bottom w:val="none" w:sz="0" w:space="0" w:color="auto"/>
                    <w:right w:val="none" w:sz="0" w:space="0" w:color="auto"/>
                  </w:divBdr>
                  <w:divsChild>
                    <w:div w:id="8166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373346">
      <w:bodyDiv w:val="1"/>
      <w:marLeft w:val="0"/>
      <w:marRight w:val="0"/>
      <w:marTop w:val="0"/>
      <w:marBottom w:val="0"/>
      <w:divBdr>
        <w:top w:val="none" w:sz="0" w:space="0" w:color="auto"/>
        <w:left w:val="none" w:sz="0" w:space="0" w:color="auto"/>
        <w:bottom w:val="none" w:sz="0" w:space="0" w:color="auto"/>
        <w:right w:val="none" w:sz="0" w:space="0" w:color="auto"/>
      </w:divBdr>
    </w:div>
    <w:div w:id="764616289">
      <w:bodyDiv w:val="1"/>
      <w:marLeft w:val="0"/>
      <w:marRight w:val="0"/>
      <w:marTop w:val="0"/>
      <w:marBottom w:val="0"/>
      <w:divBdr>
        <w:top w:val="none" w:sz="0" w:space="0" w:color="auto"/>
        <w:left w:val="none" w:sz="0" w:space="0" w:color="auto"/>
        <w:bottom w:val="none" w:sz="0" w:space="0" w:color="auto"/>
        <w:right w:val="none" w:sz="0" w:space="0" w:color="auto"/>
      </w:divBdr>
    </w:div>
    <w:div w:id="792092646">
      <w:bodyDiv w:val="1"/>
      <w:marLeft w:val="0"/>
      <w:marRight w:val="0"/>
      <w:marTop w:val="0"/>
      <w:marBottom w:val="0"/>
      <w:divBdr>
        <w:top w:val="none" w:sz="0" w:space="0" w:color="auto"/>
        <w:left w:val="none" w:sz="0" w:space="0" w:color="auto"/>
        <w:bottom w:val="none" w:sz="0" w:space="0" w:color="auto"/>
        <w:right w:val="none" w:sz="0" w:space="0" w:color="auto"/>
      </w:divBdr>
    </w:div>
    <w:div w:id="821047653">
      <w:bodyDiv w:val="1"/>
      <w:marLeft w:val="0"/>
      <w:marRight w:val="0"/>
      <w:marTop w:val="0"/>
      <w:marBottom w:val="0"/>
      <w:divBdr>
        <w:top w:val="none" w:sz="0" w:space="0" w:color="auto"/>
        <w:left w:val="none" w:sz="0" w:space="0" w:color="auto"/>
        <w:bottom w:val="none" w:sz="0" w:space="0" w:color="auto"/>
        <w:right w:val="none" w:sz="0" w:space="0" w:color="auto"/>
      </w:divBdr>
    </w:div>
    <w:div w:id="877548803">
      <w:bodyDiv w:val="1"/>
      <w:marLeft w:val="0"/>
      <w:marRight w:val="0"/>
      <w:marTop w:val="0"/>
      <w:marBottom w:val="0"/>
      <w:divBdr>
        <w:top w:val="none" w:sz="0" w:space="0" w:color="auto"/>
        <w:left w:val="none" w:sz="0" w:space="0" w:color="auto"/>
        <w:bottom w:val="none" w:sz="0" w:space="0" w:color="auto"/>
        <w:right w:val="none" w:sz="0" w:space="0" w:color="auto"/>
      </w:divBdr>
    </w:div>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248886185">
      <w:bodyDiv w:val="1"/>
      <w:marLeft w:val="0"/>
      <w:marRight w:val="0"/>
      <w:marTop w:val="0"/>
      <w:marBottom w:val="0"/>
      <w:divBdr>
        <w:top w:val="none" w:sz="0" w:space="0" w:color="auto"/>
        <w:left w:val="none" w:sz="0" w:space="0" w:color="auto"/>
        <w:bottom w:val="none" w:sz="0" w:space="0" w:color="auto"/>
        <w:right w:val="none" w:sz="0" w:space="0" w:color="auto"/>
      </w:divBdr>
    </w:div>
    <w:div w:id="1313409861">
      <w:bodyDiv w:val="1"/>
      <w:marLeft w:val="0"/>
      <w:marRight w:val="0"/>
      <w:marTop w:val="0"/>
      <w:marBottom w:val="0"/>
      <w:divBdr>
        <w:top w:val="none" w:sz="0" w:space="0" w:color="auto"/>
        <w:left w:val="none" w:sz="0" w:space="0" w:color="auto"/>
        <w:bottom w:val="none" w:sz="0" w:space="0" w:color="auto"/>
        <w:right w:val="none" w:sz="0" w:space="0" w:color="auto"/>
      </w:divBdr>
    </w:div>
    <w:div w:id="1370841411">
      <w:bodyDiv w:val="1"/>
      <w:marLeft w:val="0"/>
      <w:marRight w:val="0"/>
      <w:marTop w:val="0"/>
      <w:marBottom w:val="0"/>
      <w:divBdr>
        <w:top w:val="none" w:sz="0" w:space="0" w:color="auto"/>
        <w:left w:val="none" w:sz="0" w:space="0" w:color="auto"/>
        <w:bottom w:val="none" w:sz="0" w:space="0" w:color="auto"/>
        <w:right w:val="none" w:sz="0" w:space="0" w:color="auto"/>
      </w:divBdr>
      <w:divsChild>
        <w:div w:id="366955304">
          <w:marLeft w:val="360"/>
          <w:marRight w:val="0"/>
          <w:marTop w:val="0"/>
          <w:marBottom w:val="0"/>
          <w:divBdr>
            <w:top w:val="none" w:sz="0" w:space="0" w:color="auto"/>
            <w:left w:val="none" w:sz="0" w:space="0" w:color="auto"/>
            <w:bottom w:val="none" w:sz="0" w:space="0" w:color="auto"/>
            <w:right w:val="none" w:sz="0" w:space="0" w:color="auto"/>
          </w:divBdr>
        </w:div>
        <w:div w:id="1613703028">
          <w:marLeft w:val="360"/>
          <w:marRight w:val="0"/>
          <w:marTop w:val="0"/>
          <w:marBottom w:val="0"/>
          <w:divBdr>
            <w:top w:val="none" w:sz="0" w:space="0" w:color="auto"/>
            <w:left w:val="none" w:sz="0" w:space="0" w:color="auto"/>
            <w:bottom w:val="none" w:sz="0" w:space="0" w:color="auto"/>
            <w:right w:val="none" w:sz="0" w:space="0" w:color="auto"/>
          </w:divBdr>
        </w:div>
        <w:div w:id="272903188">
          <w:marLeft w:val="360"/>
          <w:marRight w:val="0"/>
          <w:marTop w:val="0"/>
          <w:marBottom w:val="0"/>
          <w:divBdr>
            <w:top w:val="none" w:sz="0" w:space="0" w:color="auto"/>
            <w:left w:val="none" w:sz="0" w:space="0" w:color="auto"/>
            <w:bottom w:val="none" w:sz="0" w:space="0" w:color="auto"/>
            <w:right w:val="none" w:sz="0" w:space="0" w:color="auto"/>
          </w:divBdr>
        </w:div>
        <w:div w:id="557671692">
          <w:marLeft w:val="360"/>
          <w:marRight w:val="0"/>
          <w:marTop w:val="0"/>
          <w:marBottom w:val="0"/>
          <w:divBdr>
            <w:top w:val="none" w:sz="0" w:space="0" w:color="auto"/>
            <w:left w:val="none" w:sz="0" w:space="0" w:color="auto"/>
            <w:bottom w:val="none" w:sz="0" w:space="0" w:color="auto"/>
            <w:right w:val="none" w:sz="0" w:space="0" w:color="auto"/>
          </w:divBdr>
        </w:div>
        <w:div w:id="612711355">
          <w:marLeft w:val="1080"/>
          <w:marRight w:val="0"/>
          <w:marTop w:val="0"/>
          <w:marBottom w:val="0"/>
          <w:divBdr>
            <w:top w:val="none" w:sz="0" w:space="0" w:color="auto"/>
            <w:left w:val="none" w:sz="0" w:space="0" w:color="auto"/>
            <w:bottom w:val="none" w:sz="0" w:space="0" w:color="auto"/>
            <w:right w:val="none" w:sz="0" w:space="0" w:color="auto"/>
          </w:divBdr>
        </w:div>
        <w:div w:id="1027439792">
          <w:marLeft w:val="1080"/>
          <w:marRight w:val="0"/>
          <w:marTop w:val="0"/>
          <w:marBottom w:val="0"/>
          <w:divBdr>
            <w:top w:val="none" w:sz="0" w:space="0" w:color="auto"/>
            <w:left w:val="none" w:sz="0" w:space="0" w:color="auto"/>
            <w:bottom w:val="none" w:sz="0" w:space="0" w:color="auto"/>
            <w:right w:val="none" w:sz="0" w:space="0" w:color="auto"/>
          </w:divBdr>
        </w:div>
        <w:div w:id="442725469">
          <w:marLeft w:val="1080"/>
          <w:marRight w:val="0"/>
          <w:marTop w:val="0"/>
          <w:marBottom w:val="0"/>
          <w:divBdr>
            <w:top w:val="none" w:sz="0" w:space="0" w:color="auto"/>
            <w:left w:val="none" w:sz="0" w:space="0" w:color="auto"/>
            <w:bottom w:val="none" w:sz="0" w:space="0" w:color="auto"/>
            <w:right w:val="none" w:sz="0" w:space="0" w:color="auto"/>
          </w:divBdr>
        </w:div>
        <w:div w:id="1943101347">
          <w:marLeft w:val="1080"/>
          <w:marRight w:val="0"/>
          <w:marTop w:val="0"/>
          <w:marBottom w:val="0"/>
          <w:divBdr>
            <w:top w:val="none" w:sz="0" w:space="0" w:color="auto"/>
            <w:left w:val="none" w:sz="0" w:space="0" w:color="auto"/>
            <w:bottom w:val="none" w:sz="0" w:space="0" w:color="auto"/>
            <w:right w:val="none" w:sz="0" w:space="0" w:color="auto"/>
          </w:divBdr>
        </w:div>
        <w:div w:id="1022319956">
          <w:marLeft w:val="1080"/>
          <w:marRight w:val="0"/>
          <w:marTop w:val="0"/>
          <w:marBottom w:val="0"/>
          <w:divBdr>
            <w:top w:val="none" w:sz="0" w:space="0" w:color="auto"/>
            <w:left w:val="none" w:sz="0" w:space="0" w:color="auto"/>
            <w:bottom w:val="none" w:sz="0" w:space="0" w:color="auto"/>
            <w:right w:val="none" w:sz="0" w:space="0" w:color="auto"/>
          </w:divBdr>
        </w:div>
        <w:div w:id="1883903263">
          <w:marLeft w:val="1080"/>
          <w:marRight w:val="0"/>
          <w:marTop w:val="0"/>
          <w:marBottom w:val="0"/>
          <w:divBdr>
            <w:top w:val="none" w:sz="0" w:space="0" w:color="auto"/>
            <w:left w:val="none" w:sz="0" w:space="0" w:color="auto"/>
            <w:bottom w:val="none" w:sz="0" w:space="0" w:color="auto"/>
            <w:right w:val="none" w:sz="0" w:space="0" w:color="auto"/>
          </w:divBdr>
        </w:div>
      </w:divsChild>
    </w:div>
    <w:div w:id="1387874150">
      <w:bodyDiv w:val="1"/>
      <w:marLeft w:val="0"/>
      <w:marRight w:val="0"/>
      <w:marTop w:val="0"/>
      <w:marBottom w:val="0"/>
      <w:divBdr>
        <w:top w:val="none" w:sz="0" w:space="0" w:color="auto"/>
        <w:left w:val="none" w:sz="0" w:space="0" w:color="auto"/>
        <w:bottom w:val="none" w:sz="0" w:space="0" w:color="auto"/>
        <w:right w:val="none" w:sz="0" w:space="0" w:color="auto"/>
      </w:divBdr>
    </w:div>
    <w:div w:id="1402292286">
      <w:bodyDiv w:val="1"/>
      <w:marLeft w:val="0"/>
      <w:marRight w:val="0"/>
      <w:marTop w:val="0"/>
      <w:marBottom w:val="0"/>
      <w:divBdr>
        <w:top w:val="none" w:sz="0" w:space="0" w:color="auto"/>
        <w:left w:val="none" w:sz="0" w:space="0" w:color="auto"/>
        <w:bottom w:val="none" w:sz="0" w:space="0" w:color="auto"/>
        <w:right w:val="none" w:sz="0" w:space="0" w:color="auto"/>
      </w:divBdr>
    </w:div>
    <w:div w:id="1528830664">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681808817">
      <w:bodyDiv w:val="1"/>
      <w:marLeft w:val="0"/>
      <w:marRight w:val="0"/>
      <w:marTop w:val="0"/>
      <w:marBottom w:val="0"/>
      <w:divBdr>
        <w:top w:val="none" w:sz="0" w:space="0" w:color="auto"/>
        <w:left w:val="none" w:sz="0" w:space="0" w:color="auto"/>
        <w:bottom w:val="none" w:sz="0" w:space="0" w:color="auto"/>
        <w:right w:val="none" w:sz="0" w:space="0" w:color="auto"/>
      </w:divBdr>
    </w:div>
    <w:div w:id="1743865185">
      <w:bodyDiv w:val="1"/>
      <w:marLeft w:val="0"/>
      <w:marRight w:val="0"/>
      <w:marTop w:val="0"/>
      <w:marBottom w:val="0"/>
      <w:divBdr>
        <w:top w:val="none" w:sz="0" w:space="0" w:color="auto"/>
        <w:left w:val="none" w:sz="0" w:space="0" w:color="auto"/>
        <w:bottom w:val="none" w:sz="0" w:space="0" w:color="auto"/>
        <w:right w:val="none" w:sz="0" w:space="0" w:color="auto"/>
      </w:divBdr>
    </w:div>
    <w:div w:id="1754349804">
      <w:bodyDiv w:val="1"/>
      <w:marLeft w:val="0"/>
      <w:marRight w:val="0"/>
      <w:marTop w:val="0"/>
      <w:marBottom w:val="0"/>
      <w:divBdr>
        <w:top w:val="none" w:sz="0" w:space="0" w:color="auto"/>
        <w:left w:val="none" w:sz="0" w:space="0" w:color="auto"/>
        <w:bottom w:val="none" w:sz="0" w:space="0" w:color="auto"/>
        <w:right w:val="none" w:sz="0" w:space="0" w:color="auto"/>
      </w:divBdr>
    </w:div>
    <w:div w:id="179825629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 w:id="1843004861">
      <w:bodyDiv w:val="1"/>
      <w:marLeft w:val="0"/>
      <w:marRight w:val="0"/>
      <w:marTop w:val="0"/>
      <w:marBottom w:val="0"/>
      <w:divBdr>
        <w:top w:val="none" w:sz="0" w:space="0" w:color="auto"/>
        <w:left w:val="none" w:sz="0" w:space="0" w:color="auto"/>
        <w:bottom w:val="none" w:sz="0" w:space="0" w:color="auto"/>
        <w:right w:val="none" w:sz="0" w:space="0" w:color="auto"/>
      </w:divBdr>
    </w:div>
    <w:div w:id="1889874427">
      <w:bodyDiv w:val="1"/>
      <w:marLeft w:val="0"/>
      <w:marRight w:val="0"/>
      <w:marTop w:val="0"/>
      <w:marBottom w:val="0"/>
      <w:divBdr>
        <w:top w:val="none" w:sz="0" w:space="0" w:color="auto"/>
        <w:left w:val="none" w:sz="0" w:space="0" w:color="auto"/>
        <w:bottom w:val="none" w:sz="0" w:space="0" w:color="auto"/>
        <w:right w:val="none" w:sz="0" w:space="0" w:color="auto"/>
      </w:divBdr>
    </w:div>
    <w:div w:id="2001543125">
      <w:bodyDiv w:val="1"/>
      <w:marLeft w:val="0"/>
      <w:marRight w:val="0"/>
      <w:marTop w:val="0"/>
      <w:marBottom w:val="0"/>
      <w:divBdr>
        <w:top w:val="none" w:sz="0" w:space="0" w:color="auto"/>
        <w:left w:val="none" w:sz="0" w:space="0" w:color="auto"/>
        <w:bottom w:val="none" w:sz="0" w:space="0" w:color="auto"/>
        <w:right w:val="none" w:sz="0" w:space="0" w:color="auto"/>
      </w:divBdr>
      <w:divsChild>
        <w:div w:id="419982977">
          <w:marLeft w:val="0"/>
          <w:marRight w:val="0"/>
          <w:marTop w:val="0"/>
          <w:marBottom w:val="0"/>
          <w:divBdr>
            <w:top w:val="none" w:sz="0" w:space="0" w:color="auto"/>
            <w:left w:val="none" w:sz="0" w:space="0" w:color="auto"/>
            <w:bottom w:val="none" w:sz="0" w:space="0" w:color="auto"/>
            <w:right w:val="none" w:sz="0" w:space="0" w:color="auto"/>
          </w:divBdr>
          <w:divsChild>
            <w:div w:id="506022397">
              <w:marLeft w:val="0"/>
              <w:marRight w:val="0"/>
              <w:marTop w:val="0"/>
              <w:marBottom w:val="0"/>
              <w:divBdr>
                <w:top w:val="none" w:sz="0" w:space="0" w:color="auto"/>
                <w:left w:val="none" w:sz="0" w:space="0" w:color="auto"/>
                <w:bottom w:val="none" w:sz="0" w:space="0" w:color="auto"/>
                <w:right w:val="none" w:sz="0" w:space="0" w:color="auto"/>
              </w:divBdr>
              <w:divsChild>
                <w:div w:id="811676374">
                  <w:marLeft w:val="0"/>
                  <w:marRight w:val="0"/>
                  <w:marTop w:val="0"/>
                  <w:marBottom w:val="0"/>
                  <w:divBdr>
                    <w:top w:val="none" w:sz="0" w:space="0" w:color="auto"/>
                    <w:left w:val="none" w:sz="0" w:space="0" w:color="auto"/>
                    <w:bottom w:val="none" w:sz="0" w:space="0" w:color="auto"/>
                    <w:right w:val="none" w:sz="0" w:space="0" w:color="auto"/>
                  </w:divBdr>
                  <w:divsChild>
                    <w:div w:id="1658074643">
                      <w:marLeft w:val="0"/>
                      <w:marRight w:val="0"/>
                      <w:marTop w:val="0"/>
                      <w:marBottom w:val="0"/>
                      <w:divBdr>
                        <w:top w:val="none" w:sz="0" w:space="0" w:color="auto"/>
                        <w:left w:val="none" w:sz="0" w:space="0" w:color="auto"/>
                        <w:bottom w:val="none" w:sz="0" w:space="0" w:color="auto"/>
                        <w:right w:val="none" w:sz="0" w:space="0" w:color="auto"/>
                      </w:divBdr>
                    </w:div>
                    <w:div w:id="307788446">
                      <w:marLeft w:val="0"/>
                      <w:marRight w:val="0"/>
                      <w:marTop w:val="0"/>
                      <w:marBottom w:val="0"/>
                      <w:divBdr>
                        <w:top w:val="none" w:sz="0" w:space="0" w:color="auto"/>
                        <w:left w:val="none" w:sz="0" w:space="0" w:color="auto"/>
                        <w:bottom w:val="none" w:sz="0" w:space="0" w:color="auto"/>
                        <w:right w:val="none" w:sz="0" w:space="0" w:color="auto"/>
                      </w:divBdr>
                    </w:div>
                  </w:divsChild>
                </w:div>
                <w:div w:id="306975532">
                  <w:marLeft w:val="0"/>
                  <w:marRight w:val="0"/>
                  <w:marTop w:val="0"/>
                  <w:marBottom w:val="0"/>
                  <w:divBdr>
                    <w:top w:val="none" w:sz="0" w:space="0" w:color="auto"/>
                    <w:left w:val="none" w:sz="0" w:space="0" w:color="auto"/>
                    <w:bottom w:val="none" w:sz="0" w:space="0" w:color="auto"/>
                    <w:right w:val="none" w:sz="0" w:space="0" w:color="auto"/>
                  </w:divBdr>
                  <w:divsChild>
                    <w:div w:id="1135098257">
                      <w:marLeft w:val="0"/>
                      <w:marRight w:val="0"/>
                      <w:marTop w:val="0"/>
                      <w:marBottom w:val="0"/>
                      <w:divBdr>
                        <w:top w:val="none" w:sz="0" w:space="0" w:color="auto"/>
                        <w:left w:val="none" w:sz="0" w:space="0" w:color="auto"/>
                        <w:bottom w:val="none" w:sz="0" w:space="0" w:color="auto"/>
                        <w:right w:val="none" w:sz="0" w:space="0" w:color="auto"/>
                      </w:divBdr>
                    </w:div>
                  </w:divsChild>
                </w:div>
                <w:div w:id="459960059">
                  <w:marLeft w:val="0"/>
                  <w:marRight w:val="0"/>
                  <w:marTop w:val="0"/>
                  <w:marBottom w:val="0"/>
                  <w:divBdr>
                    <w:top w:val="none" w:sz="0" w:space="0" w:color="auto"/>
                    <w:left w:val="none" w:sz="0" w:space="0" w:color="auto"/>
                    <w:bottom w:val="none" w:sz="0" w:space="0" w:color="auto"/>
                    <w:right w:val="none" w:sz="0" w:space="0" w:color="auto"/>
                  </w:divBdr>
                </w:div>
                <w:div w:id="1041324667">
                  <w:marLeft w:val="0"/>
                  <w:marRight w:val="0"/>
                  <w:marTop w:val="0"/>
                  <w:marBottom w:val="0"/>
                  <w:divBdr>
                    <w:top w:val="none" w:sz="0" w:space="0" w:color="auto"/>
                    <w:left w:val="none" w:sz="0" w:space="0" w:color="auto"/>
                    <w:bottom w:val="none" w:sz="0" w:space="0" w:color="auto"/>
                    <w:right w:val="none" w:sz="0" w:space="0" w:color="auto"/>
                  </w:divBdr>
                </w:div>
                <w:div w:id="1319269769">
                  <w:marLeft w:val="0"/>
                  <w:marRight w:val="0"/>
                  <w:marTop w:val="0"/>
                  <w:marBottom w:val="0"/>
                  <w:divBdr>
                    <w:top w:val="none" w:sz="0" w:space="0" w:color="auto"/>
                    <w:left w:val="none" w:sz="0" w:space="0" w:color="auto"/>
                    <w:bottom w:val="none" w:sz="0" w:space="0" w:color="auto"/>
                    <w:right w:val="none" w:sz="0" w:space="0" w:color="auto"/>
                  </w:divBdr>
                </w:div>
                <w:div w:id="986785838">
                  <w:marLeft w:val="0"/>
                  <w:marRight w:val="0"/>
                  <w:marTop w:val="0"/>
                  <w:marBottom w:val="0"/>
                  <w:divBdr>
                    <w:top w:val="none" w:sz="0" w:space="0" w:color="auto"/>
                    <w:left w:val="none" w:sz="0" w:space="0" w:color="auto"/>
                    <w:bottom w:val="none" w:sz="0" w:space="0" w:color="auto"/>
                    <w:right w:val="none" w:sz="0" w:space="0" w:color="auto"/>
                  </w:divBdr>
                </w:div>
                <w:div w:id="2084404820">
                  <w:marLeft w:val="0"/>
                  <w:marRight w:val="0"/>
                  <w:marTop w:val="0"/>
                  <w:marBottom w:val="0"/>
                  <w:divBdr>
                    <w:top w:val="none" w:sz="0" w:space="0" w:color="auto"/>
                    <w:left w:val="none" w:sz="0" w:space="0" w:color="auto"/>
                    <w:bottom w:val="none" w:sz="0" w:space="0" w:color="auto"/>
                    <w:right w:val="none" w:sz="0" w:space="0" w:color="auto"/>
                  </w:divBdr>
                </w:div>
                <w:div w:id="260189244">
                  <w:marLeft w:val="0"/>
                  <w:marRight w:val="0"/>
                  <w:marTop w:val="0"/>
                  <w:marBottom w:val="0"/>
                  <w:divBdr>
                    <w:top w:val="none" w:sz="0" w:space="0" w:color="auto"/>
                    <w:left w:val="none" w:sz="0" w:space="0" w:color="auto"/>
                    <w:bottom w:val="none" w:sz="0" w:space="0" w:color="auto"/>
                    <w:right w:val="none" w:sz="0" w:space="0" w:color="auto"/>
                  </w:divBdr>
                </w:div>
                <w:div w:id="134228415">
                  <w:marLeft w:val="0"/>
                  <w:marRight w:val="0"/>
                  <w:marTop w:val="0"/>
                  <w:marBottom w:val="0"/>
                  <w:divBdr>
                    <w:top w:val="none" w:sz="0" w:space="0" w:color="auto"/>
                    <w:left w:val="none" w:sz="0" w:space="0" w:color="auto"/>
                    <w:bottom w:val="none" w:sz="0" w:space="0" w:color="auto"/>
                    <w:right w:val="none" w:sz="0" w:space="0" w:color="auto"/>
                  </w:divBdr>
                </w:div>
                <w:div w:id="556740501">
                  <w:marLeft w:val="0"/>
                  <w:marRight w:val="0"/>
                  <w:marTop w:val="0"/>
                  <w:marBottom w:val="0"/>
                  <w:divBdr>
                    <w:top w:val="none" w:sz="0" w:space="0" w:color="auto"/>
                    <w:left w:val="none" w:sz="0" w:space="0" w:color="auto"/>
                    <w:bottom w:val="none" w:sz="0" w:space="0" w:color="auto"/>
                    <w:right w:val="none" w:sz="0" w:space="0" w:color="auto"/>
                  </w:divBdr>
                </w:div>
                <w:div w:id="1963609042">
                  <w:marLeft w:val="0"/>
                  <w:marRight w:val="0"/>
                  <w:marTop w:val="0"/>
                  <w:marBottom w:val="0"/>
                  <w:divBdr>
                    <w:top w:val="none" w:sz="0" w:space="0" w:color="auto"/>
                    <w:left w:val="none" w:sz="0" w:space="0" w:color="auto"/>
                    <w:bottom w:val="none" w:sz="0" w:space="0" w:color="auto"/>
                    <w:right w:val="none" w:sz="0" w:space="0" w:color="auto"/>
                  </w:divBdr>
                </w:div>
                <w:div w:id="1748455072">
                  <w:marLeft w:val="0"/>
                  <w:marRight w:val="0"/>
                  <w:marTop w:val="0"/>
                  <w:marBottom w:val="0"/>
                  <w:divBdr>
                    <w:top w:val="none" w:sz="0" w:space="0" w:color="auto"/>
                    <w:left w:val="none" w:sz="0" w:space="0" w:color="auto"/>
                    <w:bottom w:val="none" w:sz="0" w:space="0" w:color="auto"/>
                    <w:right w:val="none" w:sz="0" w:space="0" w:color="auto"/>
                  </w:divBdr>
                </w:div>
                <w:div w:id="1376931725">
                  <w:marLeft w:val="0"/>
                  <w:marRight w:val="0"/>
                  <w:marTop w:val="0"/>
                  <w:marBottom w:val="0"/>
                  <w:divBdr>
                    <w:top w:val="none" w:sz="0" w:space="0" w:color="auto"/>
                    <w:left w:val="none" w:sz="0" w:space="0" w:color="auto"/>
                    <w:bottom w:val="none" w:sz="0" w:space="0" w:color="auto"/>
                    <w:right w:val="none" w:sz="0" w:space="0" w:color="auto"/>
                  </w:divBdr>
                  <w:divsChild>
                    <w:div w:id="2111966090">
                      <w:marLeft w:val="0"/>
                      <w:marRight w:val="0"/>
                      <w:marTop w:val="0"/>
                      <w:marBottom w:val="0"/>
                      <w:divBdr>
                        <w:top w:val="none" w:sz="0" w:space="0" w:color="auto"/>
                        <w:left w:val="none" w:sz="0" w:space="0" w:color="auto"/>
                        <w:bottom w:val="none" w:sz="0" w:space="0" w:color="auto"/>
                        <w:right w:val="none" w:sz="0" w:space="0" w:color="auto"/>
                      </w:divBdr>
                    </w:div>
                    <w:div w:id="702172928">
                      <w:marLeft w:val="0"/>
                      <w:marRight w:val="0"/>
                      <w:marTop w:val="0"/>
                      <w:marBottom w:val="0"/>
                      <w:divBdr>
                        <w:top w:val="none" w:sz="0" w:space="0" w:color="auto"/>
                        <w:left w:val="none" w:sz="0" w:space="0" w:color="auto"/>
                        <w:bottom w:val="none" w:sz="0" w:space="0" w:color="auto"/>
                        <w:right w:val="none" w:sz="0" w:space="0" w:color="auto"/>
                      </w:divBdr>
                    </w:div>
                    <w:div w:id="1539707595">
                      <w:marLeft w:val="0"/>
                      <w:marRight w:val="0"/>
                      <w:marTop w:val="0"/>
                      <w:marBottom w:val="0"/>
                      <w:divBdr>
                        <w:top w:val="none" w:sz="0" w:space="0" w:color="auto"/>
                        <w:left w:val="none" w:sz="0" w:space="0" w:color="auto"/>
                        <w:bottom w:val="none" w:sz="0" w:space="0" w:color="auto"/>
                        <w:right w:val="none" w:sz="0" w:space="0" w:color="auto"/>
                      </w:divBdr>
                    </w:div>
                    <w:div w:id="1917856496">
                      <w:marLeft w:val="0"/>
                      <w:marRight w:val="0"/>
                      <w:marTop w:val="0"/>
                      <w:marBottom w:val="0"/>
                      <w:divBdr>
                        <w:top w:val="none" w:sz="0" w:space="0" w:color="auto"/>
                        <w:left w:val="none" w:sz="0" w:space="0" w:color="auto"/>
                        <w:bottom w:val="none" w:sz="0" w:space="0" w:color="auto"/>
                        <w:right w:val="none" w:sz="0" w:space="0" w:color="auto"/>
                      </w:divBdr>
                    </w:div>
                  </w:divsChild>
                </w:div>
                <w:div w:id="1772971245">
                  <w:marLeft w:val="0"/>
                  <w:marRight w:val="0"/>
                  <w:marTop w:val="0"/>
                  <w:marBottom w:val="0"/>
                  <w:divBdr>
                    <w:top w:val="none" w:sz="0" w:space="0" w:color="auto"/>
                    <w:left w:val="none" w:sz="0" w:space="0" w:color="auto"/>
                    <w:bottom w:val="none" w:sz="0" w:space="0" w:color="auto"/>
                    <w:right w:val="none" w:sz="0" w:space="0" w:color="auto"/>
                  </w:divBdr>
                  <w:divsChild>
                    <w:div w:id="1881284711">
                      <w:marLeft w:val="0"/>
                      <w:marRight w:val="0"/>
                      <w:marTop w:val="0"/>
                      <w:marBottom w:val="0"/>
                      <w:divBdr>
                        <w:top w:val="none" w:sz="0" w:space="0" w:color="auto"/>
                        <w:left w:val="none" w:sz="0" w:space="0" w:color="auto"/>
                        <w:bottom w:val="none" w:sz="0" w:space="0" w:color="auto"/>
                        <w:right w:val="none" w:sz="0" w:space="0" w:color="auto"/>
                      </w:divBdr>
                    </w:div>
                    <w:div w:id="647786699">
                      <w:marLeft w:val="0"/>
                      <w:marRight w:val="0"/>
                      <w:marTop w:val="0"/>
                      <w:marBottom w:val="0"/>
                      <w:divBdr>
                        <w:top w:val="none" w:sz="0" w:space="0" w:color="auto"/>
                        <w:left w:val="none" w:sz="0" w:space="0" w:color="auto"/>
                        <w:bottom w:val="none" w:sz="0" w:space="0" w:color="auto"/>
                        <w:right w:val="none" w:sz="0" w:space="0" w:color="auto"/>
                      </w:divBdr>
                    </w:div>
                    <w:div w:id="1330136942">
                      <w:marLeft w:val="0"/>
                      <w:marRight w:val="0"/>
                      <w:marTop w:val="0"/>
                      <w:marBottom w:val="0"/>
                      <w:divBdr>
                        <w:top w:val="none" w:sz="0" w:space="0" w:color="auto"/>
                        <w:left w:val="none" w:sz="0" w:space="0" w:color="auto"/>
                        <w:bottom w:val="none" w:sz="0" w:space="0" w:color="auto"/>
                        <w:right w:val="none" w:sz="0" w:space="0" w:color="auto"/>
                      </w:divBdr>
                    </w:div>
                  </w:divsChild>
                </w:div>
                <w:div w:id="1760832326">
                  <w:marLeft w:val="0"/>
                  <w:marRight w:val="0"/>
                  <w:marTop w:val="0"/>
                  <w:marBottom w:val="0"/>
                  <w:divBdr>
                    <w:top w:val="none" w:sz="0" w:space="0" w:color="auto"/>
                    <w:left w:val="none" w:sz="0" w:space="0" w:color="auto"/>
                    <w:bottom w:val="none" w:sz="0" w:space="0" w:color="auto"/>
                    <w:right w:val="none" w:sz="0" w:space="0" w:color="auto"/>
                  </w:divBdr>
                  <w:divsChild>
                    <w:div w:id="19732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170555">
      <w:bodyDiv w:val="1"/>
      <w:marLeft w:val="0"/>
      <w:marRight w:val="0"/>
      <w:marTop w:val="0"/>
      <w:marBottom w:val="0"/>
      <w:divBdr>
        <w:top w:val="none" w:sz="0" w:space="0" w:color="auto"/>
        <w:left w:val="none" w:sz="0" w:space="0" w:color="auto"/>
        <w:bottom w:val="none" w:sz="0" w:space="0" w:color="auto"/>
        <w:right w:val="none" w:sz="0" w:space="0" w:color="auto"/>
      </w:divBdr>
      <w:divsChild>
        <w:div w:id="363406671">
          <w:marLeft w:val="0"/>
          <w:marRight w:val="0"/>
          <w:marTop w:val="0"/>
          <w:marBottom w:val="0"/>
          <w:divBdr>
            <w:top w:val="none" w:sz="0" w:space="0" w:color="auto"/>
            <w:left w:val="none" w:sz="0" w:space="0" w:color="auto"/>
            <w:bottom w:val="none" w:sz="0" w:space="0" w:color="auto"/>
            <w:right w:val="none" w:sz="0" w:space="0" w:color="auto"/>
          </w:divBdr>
        </w:div>
        <w:div w:id="877085879">
          <w:marLeft w:val="0"/>
          <w:marRight w:val="0"/>
          <w:marTop w:val="0"/>
          <w:marBottom w:val="0"/>
          <w:divBdr>
            <w:top w:val="none" w:sz="0" w:space="0" w:color="auto"/>
            <w:left w:val="none" w:sz="0" w:space="0" w:color="auto"/>
            <w:bottom w:val="none" w:sz="0" w:space="0" w:color="auto"/>
            <w:right w:val="none" w:sz="0" w:space="0" w:color="auto"/>
          </w:divBdr>
        </w:div>
        <w:div w:id="696128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ndrea.hanninger@cloudsme.eu"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IGITbrain.eu/experiment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427C0CF80F7EAE4AA624E14455F32994" ma:contentTypeVersion="18" ma:contentTypeDescription="Crear nuevo documento." ma:contentTypeScope="" ma:versionID="c366448a1108876aaa24c10046dbe827">
  <xsd:schema xmlns:xsd="http://www.w3.org/2001/XMLSchema" xmlns:xs="http://www.w3.org/2001/XMLSchema" xmlns:p="http://schemas.microsoft.com/office/2006/metadata/properties" xmlns:ns2="9aa7f61c-0c6e-4f50-a52e-0b3c4a9c8979" xmlns:ns3="f3b057d7-e233-4478-adc0-bd04ab660c25" xmlns:ns4="289bb3d2-7b31-4e20-acf7-4c3fdf232a76" targetNamespace="http://schemas.microsoft.com/office/2006/metadata/properties" ma:root="true" ma:fieldsID="879a805308fd5d22b8165a93817ca8bc" ns2:_="" ns3:_="" ns4:_="">
    <xsd:import namespace="9aa7f61c-0c6e-4f50-a52e-0b3c4a9c8979"/>
    <xsd:import namespace="f3b057d7-e233-4478-adc0-bd04ab660c25"/>
    <xsd:import namespace="289bb3d2-7b31-4e20-acf7-4c3fdf232a76"/>
    <xsd:element name="properties">
      <xsd:complexType>
        <xsd:sequence>
          <xsd:element name="documentManagement">
            <xsd:complexType>
              <xsd:all>
                <xsd:element ref="ns2:_dlc_DocId" minOccurs="0"/>
                <xsd:element ref="ns2:_dlc_DocIdUrl" minOccurs="0"/>
                <xsd:element ref="ns2:_dlc_DocIdPersistId" minOccurs="0"/>
                <xsd:element ref="ns2:Anio"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3:MediaServiceEventHashCode" minOccurs="0"/>
                <xsd:element ref="ns3:MediaServiceGenerationTime" minOccurs="0"/>
                <xsd:element ref="ns2:Tipo_x0020_de_x0020_Documento"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7f61c-0c6e-4f50-a52e-0b3c4a9c8979"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nio" ma:index="11" nillable="true" ma:displayName="Año" ma:list="{cba089c5-83a1-4bc1-a2e8-66d5730b64a0}" ma:internalName="Anio" ma:showField="Title" ma:web="9aa7f61c-0c6e-4f50-a52e-0b3c4a9c8979">
      <xsd:simpleType>
        <xsd:restriction base="dms:Lookup"/>
      </xsd:simpleType>
    </xsd:element>
    <xsd:element name="Tipo_x0020_de_x0020_Documento" ma:index="22" nillable="true" ma:displayName="Tipo de Documento" ma:format="Dropdown" ma:internalName="Tipo_x0020_de_x0020_Documento">
      <xsd:simpleType>
        <xsd:restriction base="dms:Choice">
          <xsd:enumeration value="Comunicado"/>
        </xsd:restriction>
      </xsd:simpleType>
    </xsd:element>
    <xsd:element name="TaxCatchAll" ma:index="28" nillable="true" ma:displayName="Taxonomy Catch All Column" ma:hidden="true" ma:list="{169ad313-0715-4d43-a7de-83f9381cfbd6}" ma:internalName="TaxCatchAll" ma:showField="CatchAllData" ma:web="9aa7f61c-0c6e-4f50-a52e-0b3c4a9c89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b057d7-e233-4478-adc0-bd04ab660c2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Etiquetas de imagen" ma:readOnly="false" ma:fieldId="{5cf76f15-5ced-4ddc-b409-7134ff3c332f}" ma:taxonomyMulti="true" ma:sspId="40dbbfa8-853e-4f8c-8d7a-33789241d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9bb3d2-7b31-4e20-acf7-4c3fdf232a7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9aa7f61c-0c6e-4f50-a52e-0b3c4a9c8979" xsi:nil="true"/>
    <Tipo_x0020_de_x0020_Documento xmlns="9aa7f61c-0c6e-4f50-a52e-0b3c4a9c8979" xsi:nil="true"/>
    <Anio xmlns="9aa7f61c-0c6e-4f50-a52e-0b3c4a9c8979" xsi:nil="true"/>
    <lcf76f155ced4ddcb4097134ff3c332f xmlns="f3b057d7-e233-4478-adc0-bd04ab660c25">
      <Terms xmlns="http://schemas.microsoft.com/office/infopath/2007/PartnerControls"/>
    </lcf76f155ced4ddcb4097134ff3c332f>
    <_dlc_DocId xmlns="9aa7f61c-0c6e-4f50-a52e-0b3c4a9c8979">NNS76KARXAPN-405728241-68715</_dlc_DocId>
    <_dlc_DocIdUrl xmlns="9aa7f61c-0c6e-4f50-a52e-0b3c4a9c8979">
      <Url>https://corporaciontecnologica.sharepoint.com/sites/ProcesosOperativos/I/_layouts/15/DocIdRedir.aspx?ID=NNS76KARXAPN-405728241-68715</Url>
      <Description>NNS76KARXAPN-405728241-68715</Description>
    </_dlc_DocIdUrl>
  </documentManagement>
</p:properties>
</file>

<file path=customXml/itemProps1.xml><?xml version="1.0" encoding="utf-8"?>
<ds:datastoreItem xmlns:ds="http://schemas.openxmlformats.org/officeDocument/2006/customXml" ds:itemID="{B9A4F213-62AE-48E3-B949-E64720987AC5}">
  <ds:schemaRefs>
    <ds:schemaRef ds:uri="http://schemas.microsoft.com/sharepoint/v3/contenttype/forms"/>
  </ds:schemaRefs>
</ds:datastoreItem>
</file>

<file path=customXml/itemProps2.xml><?xml version="1.0" encoding="utf-8"?>
<ds:datastoreItem xmlns:ds="http://schemas.openxmlformats.org/officeDocument/2006/customXml" ds:itemID="{1DFEB945-0106-4F34-BB5A-9928C09B3825}">
  <ds:schemaRefs>
    <ds:schemaRef ds:uri="http://schemas.openxmlformats.org/officeDocument/2006/bibliography"/>
  </ds:schemaRefs>
</ds:datastoreItem>
</file>

<file path=customXml/itemProps3.xml><?xml version="1.0" encoding="utf-8"?>
<ds:datastoreItem xmlns:ds="http://schemas.openxmlformats.org/officeDocument/2006/customXml" ds:itemID="{54FEF66E-901F-4FCF-AE89-E29CAFA58CD9}">
  <ds:schemaRefs>
    <ds:schemaRef ds:uri="http://schemas.microsoft.com/sharepoint/events"/>
  </ds:schemaRefs>
</ds:datastoreItem>
</file>

<file path=customXml/itemProps4.xml><?xml version="1.0" encoding="utf-8"?>
<ds:datastoreItem xmlns:ds="http://schemas.openxmlformats.org/officeDocument/2006/customXml" ds:itemID="{BB08F641-0484-4641-A961-01E6CF1BE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7f61c-0c6e-4f50-a52e-0b3c4a9c8979"/>
    <ds:schemaRef ds:uri="f3b057d7-e233-4478-adc0-bd04ab660c25"/>
    <ds:schemaRef ds:uri="289bb3d2-7b31-4e20-acf7-4c3fdf232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246966-FBE6-4526-93C5-BF48C9BC1996}">
  <ds:schemaRefs>
    <ds:schemaRef ds:uri="http://schemas.microsoft.com/office/2006/metadata/properties"/>
    <ds:schemaRef ds:uri="http://schemas.microsoft.com/office/infopath/2007/PartnerControls"/>
    <ds:schemaRef ds:uri="9aa7f61c-0c6e-4f50-a52e-0b3c4a9c8979"/>
    <ds:schemaRef ds:uri="f3b057d7-e233-4478-adc0-bd04ab660c25"/>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3</Pages>
  <Words>742</Words>
  <Characters>4678</Characters>
  <Application>Microsoft Office Word</Application>
  <DocSecurity>0</DocSecurity>
  <Lines>38</Lines>
  <Paragraphs>10</Paragraphs>
  <ScaleCrop>false</ScaleCrop>
  <HeadingPairs>
    <vt:vector size="8" baseType="variant">
      <vt:variant>
        <vt:lpstr>Titel</vt:lpstr>
      </vt:variant>
      <vt:variant>
        <vt:i4>1</vt:i4>
      </vt:variant>
      <vt:variant>
        <vt:lpstr>Titolo</vt:lpstr>
      </vt:variant>
      <vt:variant>
        <vt:i4>1</vt:i4>
      </vt:variant>
      <vt:variant>
        <vt:lpstr>Título</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2</cp:revision>
  <cp:lastPrinted>2022-10-04T10:57:00Z</cp:lastPrinted>
  <dcterms:created xsi:type="dcterms:W3CDTF">2023-03-30T13:55:00Z</dcterms:created>
  <dcterms:modified xsi:type="dcterms:W3CDTF">2023-03-30T13:55:00Z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0x010100427C0CF80F7EAE4AA624E14455F32994</vt:lpwstr>
  </property>
  <property fmtid="{D5CDD505-2E9C-101B-9397-08002B2CF9AE}" pid="3" name="_dlc_DocIdItemGuid">
    <vt:lpwstr>4a338ad7-8789-4938-a6e2-92292f4e4369</vt:lpwstr>
  </property>
  <property fmtid="{D5CDD505-2E9C-101B-9397-08002B2CF9AE}" pid="4" name="MediaServiceImageTags">
    <vt:lpwstr/>
  </property>
</Properties>
</file>